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0" w:type="dxa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8"/>
        <w:gridCol w:w="1867"/>
        <w:gridCol w:w="6525"/>
      </w:tblGrid>
      <w:tr w:rsidR="008922C8" w:rsidRPr="008922C8" w14:paraId="5F617228" w14:textId="77777777" w:rsidTr="00D50F33">
        <w:tc>
          <w:tcPr>
            <w:tcW w:w="1208" w:type="dxa"/>
          </w:tcPr>
          <w:p w14:paraId="5F617225" w14:textId="77777777" w:rsidR="004F5A7B" w:rsidRPr="001A3C93" w:rsidRDefault="004F5A7B" w:rsidP="00D50F33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1A3C93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1867" w:type="dxa"/>
          </w:tcPr>
          <w:p w14:paraId="5F617226" w14:textId="77777777" w:rsidR="004F5A7B" w:rsidRPr="001A3C93" w:rsidRDefault="004F5A7B" w:rsidP="001A3C93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1A3C93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525" w:type="dxa"/>
          </w:tcPr>
          <w:p w14:paraId="5F617227" w14:textId="77777777" w:rsidR="004F5A7B" w:rsidRPr="001A3C93" w:rsidRDefault="004F5A7B" w:rsidP="00DC5993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1A3C93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316F3D" w14:paraId="065E90E0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0C391" w14:textId="5769F786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  <w:bCs/>
              </w:rPr>
              <w:t>09089506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46F3" w14:textId="1749BB94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  <w:bCs/>
              </w:rPr>
              <w:t>Defangatore magnetico per impianti di riscaldamento e raffrescamento M 1"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E5D3" w14:textId="77777777" w:rsidR="00316F3D" w:rsidRPr="000A5F85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  <w:r w:rsidRPr="000A5F85">
              <w:rPr>
                <w:rFonts w:ascii="Poppins" w:hAnsi="Poppins" w:cs="Poppins"/>
                <w:sz w:val="20"/>
              </w:rPr>
              <w:t>Filtro defangatore magnetico, per installazione orizzontale, atto a fermare le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0A5F85">
              <w:rPr>
                <w:rFonts w:ascii="Poppins" w:hAnsi="Poppins" w:cs="Poppins"/>
                <w:sz w:val="20"/>
              </w:rPr>
              <w:t>impurità solide circolanti all’interno di un impianto di climatizzazione invernale/estiva.</w:t>
            </w:r>
          </w:p>
          <w:p w14:paraId="645686F3" w14:textId="77777777" w:rsidR="00316F3D" w:rsidRPr="000A5F85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  <w:r w:rsidRPr="000A5F85">
              <w:rPr>
                <w:rFonts w:ascii="Poppins" w:hAnsi="Poppins" w:cs="Poppins"/>
                <w:sz w:val="20"/>
              </w:rPr>
              <w:t>La doppia funzione di filtrazione e bloccaggio delle particelle ferrose (tramite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0A5F85">
              <w:rPr>
                <w:rFonts w:ascii="Poppins" w:hAnsi="Poppins" w:cs="Poppins"/>
                <w:sz w:val="20"/>
              </w:rPr>
              <w:t>magnete interno), permette la completa eliminazione delle impurità solide contenute</w:t>
            </w:r>
          </w:p>
          <w:p w14:paraId="6683F411" w14:textId="77777777" w:rsidR="00316F3D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  <w:r w:rsidRPr="000A5F85">
              <w:rPr>
                <w:rFonts w:ascii="Poppins" w:hAnsi="Poppins" w:cs="Poppins"/>
                <w:sz w:val="20"/>
              </w:rPr>
              <w:t>all’interno dell’impianto, preservando la durata del generatore di calore 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0A5F85">
              <w:rPr>
                <w:rFonts w:ascii="Poppins" w:hAnsi="Poppins" w:cs="Poppins"/>
                <w:sz w:val="20"/>
              </w:rPr>
              <w:t>dei suoi componenti.</w:t>
            </w:r>
          </w:p>
          <w:p w14:paraId="6F370E35" w14:textId="77777777" w:rsidR="00316F3D" w:rsidRPr="000A5F85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E2905E2" w14:textId="77777777" w:rsidR="00316F3D" w:rsidRPr="000A5F85" w:rsidRDefault="00316F3D" w:rsidP="00316F3D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A5F85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>
              <w:rPr>
                <w:rFonts w:ascii="Poppins" w:hAnsi="Poppins" w:cs="Poppins"/>
                <w:b/>
                <w:bCs/>
                <w:sz w:val="20"/>
              </w:rPr>
              <w:t>:</w:t>
            </w:r>
          </w:p>
          <w:p w14:paraId="76D3880A" w14:textId="77777777" w:rsidR="00316F3D" w:rsidRPr="00DD3C72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Materiale testa e bicchiere: tecnopolimero</w:t>
            </w:r>
          </w:p>
          <w:p w14:paraId="2C16D8C7" w14:textId="77777777" w:rsidR="00316F3D" w:rsidRPr="00DD3C72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Materiale ghiera raccordi: tecnopolimero</w:t>
            </w:r>
          </w:p>
          <w:p w14:paraId="03870890" w14:textId="77777777" w:rsidR="00316F3D" w:rsidRPr="00DD3C72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Materiale codoli: tecnopolimero</w:t>
            </w:r>
          </w:p>
          <w:p w14:paraId="6E602D9D" w14:textId="77777777" w:rsidR="00316F3D" w:rsidRPr="00DD3C72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Materiale vite di sfiato: ottone</w:t>
            </w:r>
          </w:p>
          <w:p w14:paraId="7AC2CDCD" w14:textId="77777777" w:rsidR="00316F3D" w:rsidRPr="00DD3C72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Magnete al Neodimio</w:t>
            </w:r>
          </w:p>
          <w:p w14:paraId="1E5E35B9" w14:textId="77777777" w:rsidR="00316F3D" w:rsidRPr="00DD3C72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 xml:space="preserve">Materiale cartuccia filtrante: acciaio inox 250 </w:t>
            </w:r>
            <w:proofErr w:type="spellStart"/>
            <w:r>
              <w:rPr>
                <w:rFonts w:ascii="Calibri" w:hAnsi="Calibri" w:cs="Calibri"/>
              </w:rPr>
              <w:t>μ</w:t>
            </w:r>
            <w:r w:rsidRPr="00DD3C72">
              <w:rPr>
                <w:rFonts w:ascii="Poppins" w:hAnsi="Poppins" w:cs="Poppins"/>
              </w:rPr>
              <w:t>m</w:t>
            </w:r>
            <w:proofErr w:type="spellEnd"/>
          </w:p>
          <w:p w14:paraId="1F3FC49D" w14:textId="77777777" w:rsidR="00316F3D" w:rsidRPr="00DD3C72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O-Ring bicchiere: NBR</w:t>
            </w:r>
          </w:p>
          <w:p w14:paraId="6C667CAC" w14:textId="77777777" w:rsidR="00316F3D" w:rsidRPr="00DD3C72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Guarnizioni raccordi: EPDM</w:t>
            </w:r>
          </w:p>
          <w:p w14:paraId="32C9B0D2" w14:textId="77777777" w:rsidR="00316F3D" w:rsidRPr="00DD3C72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Temperatura massima di esercizio: 80 °C</w:t>
            </w:r>
          </w:p>
          <w:p w14:paraId="7E913623" w14:textId="77777777" w:rsidR="00316F3D" w:rsidRPr="00DD3C72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Lunghezza senza bocchettoni: 133 mm</w:t>
            </w:r>
          </w:p>
          <w:p w14:paraId="23D6D25B" w14:textId="77777777" w:rsidR="00316F3D" w:rsidRPr="00DD3C72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Lunghezza con bocchettoni: 235 mm</w:t>
            </w:r>
          </w:p>
          <w:p w14:paraId="0350A76F" w14:textId="77777777" w:rsidR="00316F3D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833ED8B" w14:textId="77777777" w:rsidR="00316F3D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  <w:r w:rsidRPr="000A5F85">
              <w:rPr>
                <w:rFonts w:ascii="Poppins" w:hAnsi="Poppins" w:cs="Poppins"/>
                <w:sz w:val="20"/>
              </w:rPr>
              <w:t>Fornito completo di chiave di serraggio e bocchettoni.</w:t>
            </w:r>
          </w:p>
          <w:p w14:paraId="0B2CCB63" w14:textId="77777777" w:rsidR="00316F3D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05DB7BC" w14:textId="50834FEF" w:rsidR="00316F3D" w:rsidRPr="001A3C93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D5359C">
              <w:rPr>
                <w:rFonts w:ascii="Poppins" w:hAnsi="Poppins" w:cs="Poppins"/>
                <w:b/>
                <w:bCs/>
              </w:rPr>
              <w:t>Marca Emmeti - Modello Defangatore magnetico per impianti di riscaldamento e raffrescamento M 1" o equivalente.</w:t>
            </w:r>
          </w:p>
        </w:tc>
      </w:tr>
      <w:tr w:rsidR="00316F3D" w14:paraId="2E9E08A8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40C0" w14:textId="589E5BCA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  <w:bCs/>
              </w:rPr>
              <w:t>09089508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2EF3F" w14:textId="4E3437AA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  <w:bCs/>
              </w:rPr>
              <w:t>Defangatore magnetico per impianti di riscaldamento e raffrescamento M 1"1/4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84215" w14:textId="77777777" w:rsidR="00316F3D" w:rsidRPr="000A5F85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  <w:r w:rsidRPr="000A5F85">
              <w:rPr>
                <w:rFonts w:ascii="Poppins" w:hAnsi="Poppins" w:cs="Poppins"/>
                <w:sz w:val="20"/>
              </w:rPr>
              <w:t>Filtro defangatore magnetico, per installazione orizzontale, atto a fermare le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0A5F85">
              <w:rPr>
                <w:rFonts w:ascii="Poppins" w:hAnsi="Poppins" w:cs="Poppins"/>
                <w:sz w:val="20"/>
              </w:rPr>
              <w:t>impurità solide circolanti all’interno di un impianto di climatizzazione invernale/estiva.</w:t>
            </w:r>
          </w:p>
          <w:p w14:paraId="231C0ADA" w14:textId="77777777" w:rsidR="00316F3D" w:rsidRPr="000A5F85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  <w:r w:rsidRPr="000A5F85">
              <w:rPr>
                <w:rFonts w:ascii="Poppins" w:hAnsi="Poppins" w:cs="Poppins"/>
                <w:sz w:val="20"/>
              </w:rPr>
              <w:t>La doppia funzione di filtrazione e bloccaggio delle particelle ferrose (tramite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0A5F85">
              <w:rPr>
                <w:rFonts w:ascii="Poppins" w:hAnsi="Poppins" w:cs="Poppins"/>
                <w:sz w:val="20"/>
              </w:rPr>
              <w:t>magnete interno), permette la completa eliminazione delle impurità solide contenute</w:t>
            </w:r>
          </w:p>
          <w:p w14:paraId="05D92444" w14:textId="77777777" w:rsidR="00316F3D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  <w:r w:rsidRPr="000A5F85">
              <w:rPr>
                <w:rFonts w:ascii="Poppins" w:hAnsi="Poppins" w:cs="Poppins"/>
                <w:sz w:val="20"/>
              </w:rPr>
              <w:t>all’interno dell’impianto, preservando la durata del generatore di calore 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0A5F85">
              <w:rPr>
                <w:rFonts w:ascii="Poppins" w:hAnsi="Poppins" w:cs="Poppins"/>
                <w:sz w:val="20"/>
              </w:rPr>
              <w:t>dei suoi componenti.</w:t>
            </w:r>
          </w:p>
          <w:p w14:paraId="7650FAB9" w14:textId="77777777" w:rsidR="00316F3D" w:rsidRPr="000A5F85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BAF89FD" w14:textId="77777777" w:rsidR="00316F3D" w:rsidRPr="000A5F85" w:rsidRDefault="00316F3D" w:rsidP="00316F3D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A5F85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>
              <w:rPr>
                <w:rFonts w:ascii="Poppins" w:hAnsi="Poppins" w:cs="Poppins"/>
                <w:b/>
                <w:bCs/>
                <w:sz w:val="20"/>
              </w:rPr>
              <w:t>:</w:t>
            </w:r>
          </w:p>
          <w:p w14:paraId="384D6F46" w14:textId="77777777" w:rsidR="00316F3D" w:rsidRPr="00DD3C72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Materiale testa e bicchiere: tecnopolimero</w:t>
            </w:r>
          </w:p>
          <w:p w14:paraId="0DB2AB65" w14:textId="77777777" w:rsidR="00316F3D" w:rsidRPr="00DD3C72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Materiale ghiera raccordi: tecnopolimero</w:t>
            </w:r>
          </w:p>
          <w:p w14:paraId="1A6608CD" w14:textId="77777777" w:rsidR="00316F3D" w:rsidRPr="00DD3C72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Materiale codoli: ottone</w:t>
            </w:r>
          </w:p>
          <w:p w14:paraId="576C6269" w14:textId="77777777" w:rsidR="00316F3D" w:rsidRPr="00DD3C72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Materiale vite di sfiato: ottone</w:t>
            </w:r>
          </w:p>
          <w:p w14:paraId="740829FD" w14:textId="77777777" w:rsidR="00316F3D" w:rsidRPr="00DD3C72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Magnete al Neodimio</w:t>
            </w:r>
          </w:p>
          <w:p w14:paraId="783FB290" w14:textId="77777777" w:rsidR="00316F3D" w:rsidRPr="00DD3C72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lastRenderedPageBreak/>
              <w:t xml:space="preserve">Materiale cartuccia filtrante: acciaio inox 250 </w:t>
            </w:r>
            <w:proofErr w:type="spellStart"/>
            <w:r w:rsidRPr="009F016F">
              <w:rPr>
                <w:rFonts w:ascii="Cambria" w:hAnsi="Cambria" w:cs="Cambria"/>
              </w:rPr>
              <w:t>μ</w:t>
            </w:r>
            <w:r w:rsidRPr="00DD3C72">
              <w:rPr>
                <w:rFonts w:ascii="Poppins" w:hAnsi="Poppins" w:cs="Poppins"/>
              </w:rPr>
              <w:t>m</w:t>
            </w:r>
            <w:proofErr w:type="spellEnd"/>
          </w:p>
          <w:p w14:paraId="3EB22EA1" w14:textId="77777777" w:rsidR="00316F3D" w:rsidRPr="00DD3C72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O-Ring bicchiere: NBR</w:t>
            </w:r>
          </w:p>
          <w:p w14:paraId="54B3BB1E" w14:textId="77777777" w:rsidR="00316F3D" w:rsidRPr="00DD3C72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Guarnizioni raccordi: EPDM</w:t>
            </w:r>
          </w:p>
          <w:p w14:paraId="0E1E4591" w14:textId="77777777" w:rsidR="00316F3D" w:rsidRPr="00DD3C72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Temperatura massima di esercizio: 80 °C</w:t>
            </w:r>
          </w:p>
          <w:p w14:paraId="3A5F9315" w14:textId="77777777" w:rsidR="00316F3D" w:rsidRPr="00DD3C72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DD3C72">
              <w:rPr>
                <w:rFonts w:ascii="Poppins" w:hAnsi="Poppins" w:cs="Poppins"/>
              </w:rPr>
              <w:t>Lunghezza senza bocchettoni: 133 mm</w:t>
            </w:r>
          </w:p>
          <w:p w14:paraId="7F9A6A70" w14:textId="77777777" w:rsidR="00316F3D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D5359C">
              <w:rPr>
                <w:rFonts w:ascii="Poppins" w:hAnsi="Poppins" w:cs="Poppins"/>
              </w:rPr>
              <w:t>Lunghezza con bocchettoni: 230 mm</w:t>
            </w:r>
          </w:p>
          <w:p w14:paraId="61F23469" w14:textId="77777777" w:rsidR="00316F3D" w:rsidRPr="00D5359C" w:rsidRDefault="00316F3D" w:rsidP="00316F3D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23D18560" w14:textId="77777777" w:rsidR="00316F3D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  <w:r w:rsidRPr="000A5F85">
              <w:rPr>
                <w:rFonts w:ascii="Poppins" w:hAnsi="Poppins" w:cs="Poppins"/>
                <w:sz w:val="20"/>
              </w:rPr>
              <w:t>Fornito completo di chiave di serraggio e bocchettoni.</w:t>
            </w:r>
          </w:p>
          <w:p w14:paraId="37F67690" w14:textId="77777777" w:rsidR="00316F3D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F313A7F" w14:textId="052F3F1E" w:rsidR="00316F3D" w:rsidRPr="001A3C93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D5359C">
              <w:rPr>
                <w:rFonts w:ascii="Poppins" w:hAnsi="Poppins" w:cs="Poppins"/>
                <w:b/>
                <w:bCs/>
              </w:rPr>
              <w:t>Marca Emmeti - Modello Defangatore magnetico per impianti di riscaldamento e raffrescamento M 1"</w:t>
            </w:r>
            <w:r>
              <w:rPr>
                <w:rFonts w:ascii="Poppins" w:hAnsi="Poppins" w:cs="Poppins"/>
                <w:b/>
                <w:bCs/>
              </w:rPr>
              <w:t>1/4</w:t>
            </w:r>
            <w:r w:rsidRPr="00D5359C">
              <w:rPr>
                <w:rFonts w:ascii="Poppins" w:hAnsi="Poppins" w:cs="Poppins"/>
                <w:b/>
                <w:bCs/>
              </w:rPr>
              <w:t xml:space="preserve"> o equivalente.</w:t>
            </w:r>
          </w:p>
        </w:tc>
      </w:tr>
      <w:tr w:rsidR="00316F3D" w14:paraId="39205F3F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9BAA" w14:textId="00951C59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  <w:bCs/>
              </w:rPr>
              <w:lastRenderedPageBreak/>
              <w:t>09089512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D2984" w14:textId="77777777" w:rsidR="00316F3D" w:rsidRDefault="00316F3D" w:rsidP="00316F3D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Ricambio cartuccia filtrante per defangatore magnetico</w:t>
            </w:r>
          </w:p>
          <w:p w14:paraId="436B9569" w14:textId="3DDEAD15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250 </w:t>
            </w:r>
            <w:proofErr w:type="spellStart"/>
            <w:r>
              <w:rPr>
                <w:rFonts w:ascii="Calibri" w:hAnsi="Calibri" w:cs="Calibri"/>
              </w:rPr>
              <w:t>μ</w:t>
            </w:r>
            <w:r>
              <w:rPr>
                <w:rFonts w:ascii="Poppins" w:hAnsi="Poppins" w:cs="Poppins"/>
              </w:rPr>
              <w:t>m</w:t>
            </w:r>
            <w:proofErr w:type="spellEnd"/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2D4E0" w14:textId="77777777" w:rsidR="00316F3D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Ricambio cartuccia filtrante per defangatore magnetico per impianti di riscaldamento e raffrescamento.</w:t>
            </w:r>
          </w:p>
          <w:p w14:paraId="5BCD4B79" w14:textId="77777777" w:rsidR="00316F3D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DD54057" w14:textId="77777777" w:rsidR="00316F3D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Filtro: 250 </w:t>
            </w:r>
            <w:proofErr w:type="spellStart"/>
            <w:r w:rsidRPr="00D63F9E">
              <w:rPr>
                <w:rFonts w:ascii="Cambria" w:hAnsi="Cambria" w:cs="Cambria"/>
                <w:sz w:val="20"/>
              </w:rPr>
              <w:t>μ</w:t>
            </w:r>
            <w:r>
              <w:rPr>
                <w:rFonts w:ascii="Poppins" w:hAnsi="Poppins" w:cs="Poppins"/>
                <w:sz w:val="20"/>
              </w:rPr>
              <w:t>m</w:t>
            </w:r>
            <w:proofErr w:type="spellEnd"/>
          </w:p>
          <w:p w14:paraId="29122C36" w14:textId="77777777" w:rsidR="00316F3D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14FB005" w14:textId="3936EEF5" w:rsidR="00316F3D" w:rsidRPr="001A3C93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FF17A7">
              <w:rPr>
                <w:rFonts w:ascii="Poppins" w:hAnsi="Poppins" w:cs="Poppins"/>
                <w:b/>
                <w:bCs/>
              </w:rPr>
              <w:t>Marca Emmeti - Modello Ricambio cartuccia filtrante per defangatore magnetico o equivalente.</w:t>
            </w:r>
          </w:p>
        </w:tc>
      </w:tr>
      <w:tr w:rsidR="00316F3D" w14:paraId="77D035C6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2D7C" w14:textId="0B79F098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  <w:bCs/>
              </w:rPr>
              <w:t>15460014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AC04" w14:textId="600FA48C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81275">
              <w:rPr>
                <w:rFonts w:ascii="Poppins" w:hAnsi="Poppins" w:cs="Poppins"/>
                <w:bCs/>
              </w:rPr>
              <w:t>Staffa met</w:t>
            </w:r>
            <w:r>
              <w:rPr>
                <w:rFonts w:ascii="Poppins" w:hAnsi="Poppins" w:cs="Poppins"/>
                <w:bCs/>
              </w:rPr>
              <w:t>al</w:t>
            </w:r>
            <w:r w:rsidRPr="00E81275">
              <w:rPr>
                <w:rFonts w:ascii="Poppins" w:hAnsi="Poppins" w:cs="Poppins"/>
                <w:bCs/>
              </w:rPr>
              <w:t>lica per filtri</w:t>
            </w:r>
            <w:r>
              <w:rPr>
                <w:rFonts w:ascii="Poppins" w:hAnsi="Poppins" w:cs="Poppins"/>
                <w:bCs/>
              </w:rPr>
              <w:t xml:space="preserve"> e </w:t>
            </w:r>
            <w:proofErr w:type="spellStart"/>
            <w:r>
              <w:rPr>
                <w:rFonts w:ascii="Poppins" w:hAnsi="Poppins" w:cs="Poppins"/>
                <w:bCs/>
              </w:rPr>
              <w:t>defangatori</w:t>
            </w:r>
            <w:proofErr w:type="spellEnd"/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88AF1" w14:textId="77777777" w:rsidR="00316F3D" w:rsidRPr="00E81275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  <w:r w:rsidRPr="00E81275">
              <w:rPr>
                <w:rFonts w:ascii="Poppins" w:hAnsi="Poppins" w:cs="Poppins"/>
                <w:sz w:val="20"/>
              </w:rPr>
              <w:t xml:space="preserve">Staffa metallica per filtri </w:t>
            </w:r>
            <w:r>
              <w:rPr>
                <w:rFonts w:ascii="Poppins" w:hAnsi="Poppins" w:cs="Poppins"/>
                <w:sz w:val="20"/>
              </w:rPr>
              <w:t xml:space="preserve">e </w:t>
            </w:r>
            <w:proofErr w:type="spellStart"/>
            <w:r>
              <w:rPr>
                <w:rFonts w:ascii="Poppins" w:hAnsi="Poppins" w:cs="Poppins"/>
                <w:sz w:val="20"/>
              </w:rPr>
              <w:t>defangatori</w:t>
            </w:r>
            <w:proofErr w:type="spellEnd"/>
            <w:r>
              <w:rPr>
                <w:rFonts w:ascii="Poppins" w:hAnsi="Poppins" w:cs="Poppins"/>
                <w:sz w:val="20"/>
              </w:rPr>
              <w:t xml:space="preserve"> magnetici </w:t>
            </w:r>
            <w:r w:rsidRPr="00E81275">
              <w:rPr>
                <w:rFonts w:ascii="Poppins" w:hAnsi="Poppins" w:cs="Poppins"/>
                <w:sz w:val="20"/>
              </w:rPr>
              <w:t>senza by-pass.</w:t>
            </w:r>
          </w:p>
          <w:p w14:paraId="55671199" w14:textId="77777777" w:rsidR="00316F3D" w:rsidRPr="00E81275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C88D140" w14:textId="455BD8D4" w:rsidR="00316F3D" w:rsidRPr="001A3C93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81275">
              <w:rPr>
                <w:rFonts w:ascii="Poppins" w:hAnsi="Poppins" w:cs="Poppins"/>
                <w:b/>
                <w:bCs/>
              </w:rPr>
              <w:t>Marca Emmeti</w:t>
            </w:r>
            <w:r w:rsidR="001E0FBC">
              <w:rPr>
                <w:rFonts w:ascii="Poppins" w:hAnsi="Poppins" w:cs="Poppins"/>
                <w:b/>
                <w:bCs/>
              </w:rPr>
              <w:t xml:space="preserve"> - </w:t>
            </w:r>
            <w:r w:rsidRPr="00E81275">
              <w:rPr>
                <w:rFonts w:ascii="Poppins" w:hAnsi="Poppins" w:cs="Poppins"/>
                <w:b/>
                <w:bCs/>
              </w:rPr>
              <w:t xml:space="preserve">Modello Staffa metallica per filtri </w:t>
            </w:r>
            <w:r>
              <w:rPr>
                <w:rFonts w:ascii="Poppins" w:hAnsi="Poppins" w:cs="Poppins"/>
                <w:b/>
                <w:bCs/>
              </w:rPr>
              <w:t xml:space="preserve">e </w:t>
            </w:r>
            <w:proofErr w:type="spellStart"/>
            <w:r>
              <w:rPr>
                <w:rFonts w:ascii="Poppins" w:hAnsi="Poppins" w:cs="Poppins"/>
                <w:b/>
                <w:bCs/>
              </w:rPr>
              <w:t>defangatori</w:t>
            </w:r>
            <w:proofErr w:type="spellEnd"/>
            <w:r>
              <w:rPr>
                <w:rFonts w:ascii="Poppins" w:hAnsi="Poppins" w:cs="Poppins"/>
                <w:b/>
                <w:bCs/>
              </w:rPr>
              <w:t xml:space="preserve"> </w:t>
            </w:r>
            <w:r w:rsidRPr="00E81275">
              <w:rPr>
                <w:rFonts w:ascii="Poppins" w:hAnsi="Poppins" w:cs="Poppins"/>
                <w:b/>
                <w:bCs/>
              </w:rPr>
              <w:t>o equivalente.</w:t>
            </w:r>
          </w:p>
        </w:tc>
      </w:tr>
      <w:tr w:rsidR="00316F3D" w14:paraId="16F4EB8D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34890" w14:textId="1A874BC3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  <w:bCs/>
              </w:rPr>
              <w:t>09811267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2458A" w14:textId="77777777" w:rsidR="00316F3D" w:rsidRPr="00E35EE2" w:rsidRDefault="00316F3D" w:rsidP="00316F3D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35EE2">
              <w:rPr>
                <w:rFonts w:ascii="Poppins" w:hAnsi="Poppins" w:cs="Poppins"/>
                <w:bCs/>
                <w:sz w:val="20"/>
              </w:rPr>
              <w:t>Valvola a sfera Progress femmina - dado girevole da 3/4" F x 3/4" G a</w:t>
            </w:r>
          </w:p>
          <w:p w14:paraId="0B438274" w14:textId="61E2A6D5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35EE2">
              <w:rPr>
                <w:rFonts w:ascii="Poppins" w:hAnsi="Poppins" w:cs="Poppins"/>
                <w:bCs/>
              </w:rPr>
              <w:t>squadra con maniglia a farfalla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2234" w14:textId="77777777" w:rsidR="00316F3D" w:rsidRPr="00E35EE2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  <w:r w:rsidRPr="00E35EE2">
              <w:rPr>
                <w:rFonts w:ascii="Poppins" w:hAnsi="Poppins" w:cs="Poppins"/>
                <w:sz w:val="20"/>
              </w:rPr>
              <w:t xml:space="preserve">Valvola a sfera per acqua femmina </w:t>
            </w:r>
            <w:r>
              <w:rPr>
                <w:rFonts w:ascii="Poppins" w:hAnsi="Poppins" w:cs="Poppins"/>
                <w:sz w:val="20"/>
              </w:rPr>
              <w:t>-</w:t>
            </w:r>
            <w:r w:rsidRPr="00E35EE2">
              <w:rPr>
                <w:rFonts w:ascii="Poppins" w:hAnsi="Poppins" w:cs="Poppins"/>
                <w:sz w:val="20"/>
              </w:rPr>
              <w:t xml:space="preserve"> dado girevole da 3/4" F x 3/4" G a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E35EE2">
              <w:rPr>
                <w:rFonts w:ascii="Poppins" w:hAnsi="Poppins" w:cs="Poppins"/>
                <w:sz w:val="20"/>
              </w:rPr>
              <w:t>squadra con maniglia a farfalla con maniglia a farfalla di colore nero.</w:t>
            </w:r>
          </w:p>
          <w:p w14:paraId="2B580327" w14:textId="77777777" w:rsidR="00316F3D" w:rsidRPr="00E35EE2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A7DB5F9" w14:textId="77777777" w:rsidR="00316F3D" w:rsidRPr="00C057F5" w:rsidRDefault="00316F3D" w:rsidP="00316F3D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057F5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73BB043F" w14:textId="77777777" w:rsidR="00316F3D" w:rsidRPr="00C057F5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Corpo in ottone ST UNI EN 12165 CW617N nichelato</w:t>
            </w:r>
          </w:p>
          <w:p w14:paraId="689EC937" w14:textId="77777777" w:rsidR="00316F3D" w:rsidRPr="00C057F5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Manicotto in ottone ST UNI EN 12165 CW617N nichelato</w:t>
            </w:r>
          </w:p>
          <w:p w14:paraId="2E9A2536" w14:textId="77777777" w:rsidR="00316F3D" w:rsidRPr="00C057F5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Sfera in ottone ST UNI EN 12165 CW617N cromata</w:t>
            </w:r>
          </w:p>
          <w:p w14:paraId="6A926779" w14:textId="77777777" w:rsidR="00316F3D" w:rsidRPr="00C057F5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Guarnizione sfera P.T.F.E vergine</w:t>
            </w:r>
          </w:p>
          <w:p w14:paraId="0D988B84" w14:textId="77777777" w:rsidR="00316F3D" w:rsidRPr="00C057F5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Asta in ottone TN UNI EN 12164 CW614N</w:t>
            </w:r>
          </w:p>
          <w:p w14:paraId="302CF26A" w14:textId="77777777" w:rsidR="00316F3D" w:rsidRPr="00C057F5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Tenute asta o-ring in NBR 70 Sh A (ASTM D 2240)</w:t>
            </w:r>
          </w:p>
          <w:p w14:paraId="475C8D78" w14:textId="77777777" w:rsidR="00316F3D" w:rsidRPr="00C057F5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Maniglia alluminio pressofuso verniciata nera</w:t>
            </w:r>
          </w:p>
          <w:p w14:paraId="44AC20F1" w14:textId="77777777" w:rsidR="00316F3D" w:rsidRPr="00C057F5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Vite in acciaio zincato</w:t>
            </w:r>
          </w:p>
          <w:p w14:paraId="1A788A0E" w14:textId="77777777" w:rsidR="00316F3D" w:rsidRPr="00E35EE2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D550006" w14:textId="77777777" w:rsidR="00316F3D" w:rsidRPr="00E35EE2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  <w:r w:rsidRPr="00E35EE2">
              <w:rPr>
                <w:rFonts w:ascii="Poppins" w:hAnsi="Poppins" w:cs="Poppins"/>
                <w:sz w:val="20"/>
              </w:rPr>
              <w:t xml:space="preserve">Filettatura attacco F: UNI EN 10226 (UNI EN ISO 7/1 </w:t>
            </w:r>
            <w:proofErr w:type="spellStart"/>
            <w:r w:rsidRPr="00E35EE2">
              <w:rPr>
                <w:rFonts w:ascii="Poppins" w:hAnsi="Poppins" w:cs="Poppins"/>
                <w:sz w:val="20"/>
              </w:rPr>
              <w:t>Rp</w:t>
            </w:r>
            <w:proofErr w:type="spellEnd"/>
            <w:r w:rsidRPr="00E35EE2">
              <w:rPr>
                <w:rFonts w:ascii="Poppins" w:hAnsi="Poppins" w:cs="Poppins"/>
                <w:sz w:val="20"/>
              </w:rPr>
              <w:t>).</w:t>
            </w:r>
          </w:p>
          <w:p w14:paraId="60EE9DDA" w14:textId="77777777" w:rsidR="00316F3D" w:rsidRPr="00E35EE2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  <w:r w:rsidRPr="00E35EE2">
              <w:rPr>
                <w:rFonts w:ascii="Poppins" w:hAnsi="Poppins" w:cs="Poppins"/>
                <w:sz w:val="20"/>
              </w:rPr>
              <w:t>Filettatura dado girevole: ISO 228/1.</w:t>
            </w:r>
          </w:p>
          <w:p w14:paraId="3D2A8C76" w14:textId="77777777" w:rsidR="00316F3D" w:rsidRPr="00E35EE2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7F040DB" w14:textId="245B63A9" w:rsidR="00316F3D" w:rsidRPr="001A3C93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35EE2">
              <w:rPr>
                <w:rFonts w:ascii="Poppins" w:hAnsi="Poppins" w:cs="Poppins"/>
                <w:b/>
                <w:bCs/>
              </w:rPr>
              <w:t>Marca Emmeti - Modello Valvola a sfera per acqua Progress femmina - dado girevole da 3/4" F x 3/4" G a squadra con maniglia a farfalla o equivalente.</w:t>
            </w:r>
          </w:p>
        </w:tc>
      </w:tr>
      <w:tr w:rsidR="00316F3D" w14:paraId="38AB3E29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CFB72" w14:textId="610B073C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  <w:bCs/>
              </w:rPr>
              <w:lastRenderedPageBreak/>
              <w:t>80001100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725AB" w14:textId="7F217584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35EE2">
              <w:rPr>
                <w:rFonts w:ascii="Poppins" w:hAnsi="Poppins" w:cs="Poppins"/>
                <w:bCs/>
              </w:rPr>
              <w:t xml:space="preserve">Valvola a sfera Progress femmina - </w:t>
            </w:r>
            <w:r>
              <w:rPr>
                <w:rFonts w:ascii="Poppins" w:hAnsi="Poppins" w:cs="Poppins"/>
                <w:bCs/>
              </w:rPr>
              <w:t>femmina</w:t>
            </w:r>
            <w:r w:rsidRPr="00E35EE2">
              <w:rPr>
                <w:rFonts w:ascii="Poppins" w:hAnsi="Poppins" w:cs="Poppins"/>
                <w:bCs/>
              </w:rPr>
              <w:t xml:space="preserve"> da </w:t>
            </w:r>
            <w:r>
              <w:rPr>
                <w:rFonts w:ascii="Poppins" w:hAnsi="Poppins" w:cs="Poppins"/>
                <w:bCs/>
              </w:rPr>
              <w:t>1</w:t>
            </w:r>
            <w:r w:rsidRPr="00E35EE2">
              <w:rPr>
                <w:rFonts w:ascii="Poppins" w:hAnsi="Poppins" w:cs="Poppins"/>
                <w:bCs/>
              </w:rPr>
              <w:t xml:space="preserve">" </w:t>
            </w:r>
            <w:r>
              <w:rPr>
                <w:rFonts w:ascii="Poppins" w:hAnsi="Poppins" w:cs="Poppins"/>
                <w:bCs/>
              </w:rPr>
              <w:t>F - F</w:t>
            </w:r>
            <w:r w:rsidRPr="00E35EE2">
              <w:rPr>
                <w:rFonts w:ascii="Poppins" w:hAnsi="Poppins" w:cs="Poppins"/>
                <w:bCs/>
              </w:rPr>
              <w:t xml:space="preserve"> </w:t>
            </w:r>
            <w:r>
              <w:rPr>
                <w:rFonts w:ascii="Poppins" w:hAnsi="Poppins" w:cs="Poppins"/>
                <w:bCs/>
              </w:rPr>
              <w:t>diritta</w:t>
            </w:r>
            <w:r w:rsidRPr="00E35EE2">
              <w:rPr>
                <w:rFonts w:ascii="Poppins" w:hAnsi="Poppins" w:cs="Poppins"/>
                <w:bCs/>
              </w:rPr>
              <w:t xml:space="preserve"> con maniglia a </w:t>
            </w:r>
            <w:r>
              <w:rPr>
                <w:rFonts w:ascii="Poppins" w:hAnsi="Poppins" w:cs="Poppins"/>
                <w:bCs/>
              </w:rPr>
              <w:t>leva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384C" w14:textId="77777777" w:rsidR="00316F3D" w:rsidRPr="00E35EE2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  <w:r w:rsidRPr="00C81E4A">
              <w:rPr>
                <w:rFonts w:ascii="Poppins" w:hAnsi="Poppins" w:cs="Poppins"/>
                <w:sz w:val="20"/>
              </w:rPr>
              <w:t xml:space="preserve">Valvola a sfera </w:t>
            </w:r>
            <w:r>
              <w:rPr>
                <w:rFonts w:ascii="Poppins" w:hAnsi="Poppins" w:cs="Poppins"/>
                <w:sz w:val="20"/>
              </w:rPr>
              <w:t xml:space="preserve">per acqua </w:t>
            </w:r>
            <w:r w:rsidRPr="00C81E4A">
              <w:rPr>
                <w:rFonts w:ascii="Poppins" w:hAnsi="Poppins" w:cs="Poppins"/>
                <w:sz w:val="20"/>
              </w:rPr>
              <w:t xml:space="preserve">femmina - femmina da 1" F - F diritta con maniglia a leva </w:t>
            </w:r>
            <w:r w:rsidRPr="00E35EE2">
              <w:rPr>
                <w:rFonts w:ascii="Poppins" w:hAnsi="Poppins" w:cs="Poppins"/>
                <w:sz w:val="20"/>
              </w:rPr>
              <w:t xml:space="preserve">di colore </w:t>
            </w:r>
            <w:r>
              <w:rPr>
                <w:rFonts w:ascii="Poppins" w:hAnsi="Poppins" w:cs="Poppins"/>
                <w:sz w:val="20"/>
              </w:rPr>
              <w:t>blu</w:t>
            </w:r>
            <w:r w:rsidRPr="00E35EE2">
              <w:rPr>
                <w:rFonts w:ascii="Poppins" w:hAnsi="Poppins" w:cs="Poppins"/>
                <w:sz w:val="20"/>
              </w:rPr>
              <w:t>.</w:t>
            </w:r>
          </w:p>
          <w:p w14:paraId="20CA9274" w14:textId="77777777" w:rsidR="00316F3D" w:rsidRPr="00E35EE2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66133A0" w14:textId="77777777" w:rsidR="00316F3D" w:rsidRPr="00C057F5" w:rsidRDefault="00316F3D" w:rsidP="00316F3D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057F5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2A063F8B" w14:textId="77777777" w:rsidR="00316F3D" w:rsidRPr="00C057F5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Corpo in ottone ST UNI EN 12165 CW617N nichelato</w:t>
            </w:r>
          </w:p>
          <w:p w14:paraId="4CC076BC" w14:textId="77777777" w:rsidR="00316F3D" w:rsidRPr="00C057F5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Manicotto in ottone ST UNI EN 12165 CW617N nichelato</w:t>
            </w:r>
          </w:p>
          <w:p w14:paraId="0E97EFD4" w14:textId="77777777" w:rsidR="00316F3D" w:rsidRPr="00C057F5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Sfera in ottone ST UNI EN 12165 CW617N cromata</w:t>
            </w:r>
          </w:p>
          <w:p w14:paraId="75D85035" w14:textId="77777777" w:rsidR="00316F3D" w:rsidRPr="00C057F5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Guarnizione sfera P.T.F.E vergine</w:t>
            </w:r>
          </w:p>
          <w:p w14:paraId="068A0A4D" w14:textId="77777777" w:rsidR="00316F3D" w:rsidRPr="00C057F5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Asta in ottone TN UNI EN 12164 CW614N</w:t>
            </w:r>
          </w:p>
          <w:p w14:paraId="78B9E7FD" w14:textId="77777777" w:rsidR="00316F3D" w:rsidRPr="00C057F5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Tenute asta o-ring in NBR 70 Sh A (ASTM D 2240)</w:t>
            </w:r>
          </w:p>
          <w:p w14:paraId="0F05C1B6" w14:textId="77777777" w:rsidR="00316F3D" w:rsidRPr="00C057F5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 xml:space="preserve">Maniglia alluminio pressofuso verniciata </w:t>
            </w:r>
            <w:r>
              <w:rPr>
                <w:rFonts w:ascii="Poppins" w:hAnsi="Poppins" w:cs="Poppins"/>
              </w:rPr>
              <w:t>blu</w:t>
            </w:r>
          </w:p>
          <w:p w14:paraId="6AE50CB3" w14:textId="77777777" w:rsidR="00316F3D" w:rsidRPr="00C057F5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Vite in acciaio zincato</w:t>
            </w:r>
          </w:p>
          <w:p w14:paraId="702527F6" w14:textId="77777777" w:rsidR="00316F3D" w:rsidRPr="00E35EE2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C7AE8CC" w14:textId="77777777" w:rsidR="00316F3D" w:rsidRPr="00E35EE2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  <w:r w:rsidRPr="00E35EE2">
              <w:rPr>
                <w:rFonts w:ascii="Poppins" w:hAnsi="Poppins" w:cs="Poppins"/>
                <w:sz w:val="20"/>
              </w:rPr>
              <w:t xml:space="preserve">Filettatura attacco F: UNI EN 10226 (UNI EN ISO 7/1 </w:t>
            </w:r>
            <w:proofErr w:type="spellStart"/>
            <w:r w:rsidRPr="00E35EE2">
              <w:rPr>
                <w:rFonts w:ascii="Poppins" w:hAnsi="Poppins" w:cs="Poppins"/>
                <w:sz w:val="20"/>
              </w:rPr>
              <w:t>Rp</w:t>
            </w:r>
            <w:proofErr w:type="spellEnd"/>
            <w:r w:rsidRPr="00E35EE2">
              <w:rPr>
                <w:rFonts w:ascii="Poppins" w:hAnsi="Poppins" w:cs="Poppins"/>
                <w:sz w:val="20"/>
              </w:rPr>
              <w:t>).</w:t>
            </w:r>
          </w:p>
          <w:p w14:paraId="7241D19E" w14:textId="77777777" w:rsidR="00316F3D" w:rsidRPr="00E35EE2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62D087B" w14:textId="62138FBC" w:rsidR="00316F3D" w:rsidRPr="001A3C93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35EE2">
              <w:rPr>
                <w:rFonts w:ascii="Poppins" w:hAnsi="Poppins" w:cs="Poppins"/>
                <w:b/>
                <w:bCs/>
              </w:rPr>
              <w:t xml:space="preserve">Marca Emmeti - Modello </w:t>
            </w:r>
            <w:r w:rsidRPr="006A02D2">
              <w:rPr>
                <w:rFonts w:ascii="Poppins" w:hAnsi="Poppins" w:cs="Poppins"/>
                <w:b/>
                <w:bCs/>
              </w:rPr>
              <w:t xml:space="preserve">Valvola a sfera Progress femmina - femmina da 1" F - F diritta con maniglia a leva </w:t>
            </w:r>
            <w:r w:rsidRPr="00E35EE2">
              <w:rPr>
                <w:rFonts w:ascii="Poppins" w:hAnsi="Poppins" w:cs="Poppins"/>
                <w:b/>
                <w:bCs/>
              </w:rPr>
              <w:t>o equivalente.</w:t>
            </w:r>
          </w:p>
        </w:tc>
      </w:tr>
      <w:tr w:rsidR="00316F3D" w14:paraId="436242A4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BAB91" w14:textId="237E0A85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  <w:bCs/>
              </w:rPr>
              <w:t>80001114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1B41E" w14:textId="35666762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35EE2">
              <w:rPr>
                <w:rFonts w:ascii="Poppins" w:hAnsi="Poppins" w:cs="Poppins"/>
                <w:bCs/>
              </w:rPr>
              <w:t xml:space="preserve">Valvola a sfera Progress femmina - </w:t>
            </w:r>
            <w:r>
              <w:rPr>
                <w:rFonts w:ascii="Poppins" w:hAnsi="Poppins" w:cs="Poppins"/>
                <w:bCs/>
              </w:rPr>
              <w:t>femmina</w:t>
            </w:r>
            <w:r w:rsidRPr="00E35EE2">
              <w:rPr>
                <w:rFonts w:ascii="Poppins" w:hAnsi="Poppins" w:cs="Poppins"/>
                <w:bCs/>
              </w:rPr>
              <w:t xml:space="preserve"> da </w:t>
            </w:r>
            <w:r>
              <w:rPr>
                <w:rFonts w:ascii="Poppins" w:hAnsi="Poppins" w:cs="Poppins"/>
                <w:bCs/>
              </w:rPr>
              <w:t>1</w:t>
            </w:r>
            <w:r w:rsidRPr="00E35EE2">
              <w:rPr>
                <w:rFonts w:ascii="Poppins" w:hAnsi="Poppins" w:cs="Poppins"/>
                <w:bCs/>
              </w:rPr>
              <w:t>"</w:t>
            </w:r>
            <w:r>
              <w:rPr>
                <w:rFonts w:ascii="Poppins" w:hAnsi="Poppins" w:cs="Poppins"/>
                <w:bCs/>
              </w:rPr>
              <w:t>1/4</w:t>
            </w:r>
            <w:r w:rsidRPr="00E35EE2">
              <w:rPr>
                <w:rFonts w:ascii="Poppins" w:hAnsi="Poppins" w:cs="Poppins"/>
                <w:bCs/>
              </w:rPr>
              <w:t xml:space="preserve"> </w:t>
            </w:r>
            <w:r>
              <w:rPr>
                <w:rFonts w:ascii="Poppins" w:hAnsi="Poppins" w:cs="Poppins"/>
                <w:bCs/>
              </w:rPr>
              <w:t>F - F</w:t>
            </w:r>
            <w:r w:rsidRPr="00E35EE2">
              <w:rPr>
                <w:rFonts w:ascii="Poppins" w:hAnsi="Poppins" w:cs="Poppins"/>
                <w:bCs/>
              </w:rPr>
              <w:t xml:space="preserve"> </w:t>
            </w:r>
            <w:r>
              <w:rPr>
                <w:rFonts w:ascii="Poppins" w:hAnsi="Poppins" w:cs="Poppins"/>
                <w:bCs/>
              </w:rPr>
              <w:t>diritta</w:t>
            </w:r>
            <w:r w:rsidRPr="00E35EE2">
              <w:rPr>
                <w:rFonts w:ascii="Poppins" w:hAnsi="Poppins" w:cs="Poppins"/>
                <w:bCs/>
              </w:rPr>
              <w:t xml:space="preserve"> con maniglia a </w:t>
            </w:r>
            <w:r>
              <w:rPr>
                <w:rFonts w:ascii="Poppins" w:hAnsi="Poppins" w:cs="Poppins"/>
                <w:bCs/>
              </w:rPr>
              <w:t>leva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8F6FD" w14:textId="77777777" w:rsidR="00316F3D" w:rsidRPr="00E35EE2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  <w:r w:rsidRPr="00C81E4A">
              <w:rPr>
                <w:rFonts w:ascii="Poppins" w:hAnsi="Poppins" w:cs="Poppins"/>
                <w:sz w:val="20"/>
              </w:rPr>
              <w:t xml:space="preserve">Valvola a sfera </w:t>
            </w:r>
            <w:r>
              <w:rPr>
                <w:rFonts w:ascii="Poppins" w:hAnsi="Poppins" w:cs="Poppins"/>
                <w:sz w:val="20"/>
              </w:rPr>
              <w:t xml:space="preserve">per acqua </w:t>
            </w:r>
            <w:r w:rsidRPr="00C81E4A">
              <w:rPr>
                <w:rFonts w:ascii="Poppins" w:hAnsi="Poppins" w:cs="Poppins"/>
                <w:sz w:val="20"/>
              </w:rPr>
              <w:t>femmina - femmina da 1"</w:t>
            </w:r>
            <w:r>
              <w:rPr>
                <w:rFonts w:ascii="Poppins" w:hAnsi="Poppins" w:cs="Poppins"/>
                <w:sz w:val="20"/>
              </w:rPr>
              <w:t>1/4</w:t>
            </w:r>
            <w:r w:rsidRPr="00C81E4A">
              <w:rPr>
                <w:rFonts w:ascii="Poppins" w:hAnsi="Poppins" w:cs="Poppins"/>
                <w:sz w:val="20"/>
              </w:rPr>
              <w:t xml:space="preserve"> F - F diritta con maniglia a leva </w:t>
            </w:r>
            <w:r w:rsidRPr="00E35EE2">
              <w:rPr>
                <w:rFonts w:ascii="Poppins" w:hAnsi="Poppins" w:cs="Poppins"/>
                <w:sz w:val="20"/>
              </w:rPr>
              <w:t xml:space="preserve">di colore </w:t>
            </w:r>
            <w:r>
              <w:rPr>
                <w:rFonts w:ascii="Poppins" w:hAnsi="Poppins" w:cs="Poppins"/>
                <w:sz w:val="20"/>
              </w:rPr>
              <w:t>blu</w:t>
            </w:r>
            <w:r w:rsidRPr="00E35EE2">
              <w:rPr>
                <w:rFonts w:ascii="Poppins" w:hAnsi="Poppins" w:cs="Poppins"/>
                <w:sz w:val="20"/>
              </w:rPr>
              <w:t>.</w:t>
            </w:r>
          </w:p>
          <w:p w14:paraId="6B482053" w14:textId="77777777" w:rsidR="00316F3D" w:rsidRPr="00E35EE2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90CF6E1" w14:textId="77777777" w:rsidR="00316F3D" w:rsidRPr="00C057F5" w:rsidRDefault="00316F3D" w:rsidP="00316F3D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057F5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1167F0C8" w14:textId="77777777" w:rsidR="00316F3D" w:rsidRPr="00C057F5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Corpo in ottone ST UNI EN 12165 CW617N nichelato</w:t>
            </w:r>
          </w:p>
          <w:p w14:paraId="5B8CD05E" w14:textId="77777777" w:rsidR="00316F3D" w:rsidRPr="00C057F5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Manicotto in ottone ST UNI EN 12165 CW617N nichelato</w:t>
            </w:r>
          </w:p>
          <w:p w14:paraId="44228A54" w14:textId="77777777" w:rsidR="00316F3D" w:rsidRPr="00C057F5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Sfera in ottone ST UNI EN 12165 CW617N cromata</w:t>
            </w:r>
          </w:p>
          <w:p w14:paraId="7C218CBB" w14:textId="77777777" w:rsidR="00316F3D" w:rsidRPr="00C057F5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Guarnizione sfera P.T.F.E vergine</w:t>
            </w:r>
          </w:p>
          <w:p w14:paraId="2E20E86E" w14:textId="77777777" w:rsidR="00316F3D" w:rsidRPr="00C057F5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Asta in ottone TN UNI EN 12164 CW614N</w:t>
            </w:r>
          </w:p>
          <w:p w14:paraId="3F819F99" w14:textId="77777777" w:rsidR="00316F3D" w:rsidRPr="00C057F5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Tenute asta o-ring in NBR 70 Sh A (ASTM D 2240)</w:t>
            </w:r>
          </w:p>
          <w:p w14:paraId="6AD4900A" w14:textId="77777777" w:rsidR="00316F3D" w:rsidRPr="00C057F5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 xml:space="preserve">Maniglia alluminio pressofuso verniciata </w:t>
            </w:r>
            <w:r>
              <w:rPr>
                <w:rFonts w:ascii="Poppins" w:hAnsi="Poppins" w:cs="Poppins"/>
              </w:rPr>
              <w:t>blu</w:t>
            </w:r>
          </w:p>
          <w:p w14:paraId="77A6B934" w14:textId="77777777" w:rsidR="00316F3D" w:rsidRPr="00C057F5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Vite in acciaio zincato</w:t>
            </w:r>
          </w:p>
          <w:p w14:paraId="521BFD8B" w14:textId="77777777" w:rsidR="00316F3D" w:rsidRPr="00E35EE2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6DAAEDE" w14:textId="77777777" w:rsidR="00316F3D" w:rsidRPr="00E35EE2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  <w:r w:rsidRPr="00E35EE2">
              <w:rPr>
                <w:rFonts w:ascii="Poppins" w:hAnsi="Poppins" w:cs="Poppins"/>
                <w:sz w:val="20"/>
              </w:rPr>
              <w:t xml:space="preserve">Filettatura attacco F: UNI EN 10226 (UNI EN ISO 7/1 </w:t>
            </w:r>
            <w:proofErr w:type="spellStart"/>
            <w:r w:rsidRPr="00E35EE2">
              <w:rPr>
                <w:rFonts w:ascii="Poppins" w:hAnsi="Poppins" w:cs="Poppins"/>
                <w:sz w:val="20"/>
              </w:rPr>
              <w:t>Rp</w:t>
            </w:r>
            <w:proofErr w:type="spellEnd"/>
            <w:r w:rsidRPr="00E35EE2">
              <w:rPr>
                <w:rFonts w:ascii="Poppins" w:hAnsi="Poppins" w:cs="Poppins"/>
                <w:sz w:val="20"/>
              </w:rPr>
              <w:t>).</w:t>
            </w:r>
          </w:p>
          <w:p w14:paraId="5E73274E" w14:textId="77777777" w:rsidR="00316F3D" w:rsidRPr="00E35EE2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5679F98" w14:textId="02B7BF12" w:rsidR="00316F3D" w:rsidRPr="001A3C93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35EE2">
              <w:rPr>
                <w:rFonts w:ascii="Poppins" w:hAnsi="Poppins" w:cs="Poppins"/>
                <w:b/>
                <w:bCs/>
              </w:rPr>
              <w:t xml:space="preserve">Marca Emmeti - Modello </w:t>
            </w:r>
            <w:r w:rsidRPr="006A02D2">
              <w:rPr>
                <w:rFonts w:ascii="Poppins" w:hAnsi="Poppins" w:cs="Poppins"/>
                <w:b/>
                <w:bCs/>
              </w:rPr>
              <w:t>Valvola a sfera Progress femmina - femmina da 1"</w:t>
            </w:r>
            <w:r>
              <w:rPr>
                <w:rFonts w:ascii="Poppins" w:hAnsi="Poppins" w:cs="Poppins"/>
                <w:b/>
                <w:bCs/>
              </w:rPr>
              <w:t>1/4</w:t>
            </w:r>
            <w:r w:rsidRPr="006A02D2">
              <w:rPr>
                <w:rFonts w:ascii="Poppins" w:hAnsi="Poppins" w:cs="Poppins"/>
                <w:b/>
                <w:bCs/>
              </w:rPr>
              <w:t xml:space="preserve"> F - F diritta con maniglia a leva </w:t>
            </w:r>
            <w:r w:rsidRPr="00E35EE2">
              <w:rPr>
                <w:rFonts w:ascii="Poppins" w:hAnsi="Poppins" w:cs="Poppins"/>
                <w:b/>
                <w:bCs/>
              </w:rPr>
              <w:t>o equivalente.</w:t>
            </w:r>
          </w:p>
        </w:tc>
      </w:tr>
      <w:tr w:rsidR="00316F3D" w14:paraId="2161EB0B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503A" w14:textId="5E29BFF2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  <w:bCs/>
              </w:rPr>
              <w:t>6770R106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B356" w14:textId="02B59FC8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35EE2">
              <w:rPr>
                <w:rFonts w:ascii="Poppins" w:hAnsi="Poppins" w:cs="Poppins"/>
                <w:bCs/>
              </w:rPr>
              <w:t xml:space="preserve">Valvola a sfera Progress femmina - </w:t>
            </w:r>
            <w:r>
              <w:rPr>
                <w:rFonts w:ascii="Poppins" w:hAnsi="Poppins" w:cs="Poppins"/>
                <w:bCs/>
              </w:rPr>
              <w:t>femmina</w:t>
            </w:r>
            <w:r w:rsidRPr="00E35EE2">
              <w:rPr>
                <w:rFonts w:ascii="Poppins" w:hAnsi="Poppins" w:cs="Poppins"/>
                <w:bCs/>
              </w:rPr>
              <w:t xml:space="preserve"> da </w:t>
            </w:r>
            <w:r>
              <w:rPr>
                <w:rFonts w:ascii="Poppins" w:hAnsi="Poppins" w:cs="Poppins"/>
                <w:bCs/>
              </w:rPr>
              <w:t>1" F - F</w:t>
            </w:r>
            <w:r w:rsidRPr="00E35EE2">
              <w:rPr>
                <w:rFonts w:ascii="Poppins" w:hAnsi="Poppins" w:cs="Poppins"/>
                <w:bCs/>
              </w:rPr>
              <w:t xml:space="preserve"> a</w:t>
            </w:r>
            <w:r>
              <w:rPr>
                <w:rFonts w:ascii="Poppins" w:hAnsi="Poppins" w:cs="Poppins"/>
                <w:bCs/>
              </w:rPr>
              <w:t xml:space="preserve"> </w:t>
            </w:r>
            <w:r w:rsidRPr="00E35EE2">
              <w:rPr>
                <w:rFonts w:ascii="Poppins" w:hAnsi="Poppins" w:cs="Poppins"/>
                <w:bCs/>
              </w:rPr>
              <w:t>squadra con maniglia a farfalla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F5F40" w14:textId="77777777" w:rsidR="00316F3D" w:rsidRPr="00E35EE2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  <w:r w:rsidRPr="00B36D7A">
              <w:rPr>
                <w:rFonts w:ascii="Poppins" w:hAnsi="Poppins" w:cs="Poppins"/>
                <w:sz w:val="20"/>
              </w:rPr>
              <w:t xml:space="preserve">Valvola a sfera </w:t>
            </w:r>
            <w:r>
              <w:rPr>
                <w:rFonts w:ascii="Poppins" w:hAnsi="Poppins" w:cs="Poppins"/>
                <w:sz w:val="20"/>
              </w:rPr>
              <w:t xml:space="preserve">per acqua </w:t>
            </w:r>
            <w:r w:rsidRPr="00B36D7A">
              <w:rPr>
                <w:rFonts w:ascii="Poppins" w:hAnsi="Poppins" w:cs="Poppins"/>
                <w:sz w:val="20"/>
              </w:rPr>
              <w:t>femmina - femmina da 1" F - F a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B36D7A">
              <w:rPr>
                <w:rFonts w:ascii="Poppins" w:hAnsi="Poppins" w:cs="Poppins"/>
                <w:sz w:val="20"/>
              </w:rPr>
              <w:t xml:space="preserve">squadra con maniglia a farfalla </w:t>
            </w:r>
            <w:r w:rsidRPr="00E35EE2">
              <w:rPr>
                <w:rFonts w:ascii="Poppins" w:hAnsi="Poppins" w:cs="Poppins"/>
                <w:sz w:val="20"/>
              </w:rPr>
              <w:t xml:space="preserve">di colore </w:t>
            </w:r>
            <w:r>
              <w:rPr>
                <w:rFonts w:ascii="Poppins" w:hAnsi="Poppins" w:cs="Poppins"/>
                <w:sz w:val="20"/>
              </w:rPr>
              <w:t>blu</w:t>
            </w:r>
            <w:r w:rsidRPr="00E35EE2">
              <w:rPr>
                <w:rFonts w:ascii="Poppins" w:hAnsi="Poppins" w:cs="Poppins"/>
                <w:sz w:val="20"/>
              </w:rPr>
              <w:t>.</w:t>
            </w:r>
          </w:p>
          <w:p w14:paraId="24B5D872" w14:textId="77777777" w:rsidR="00316F3D" w:rsidRPr="00E35EE2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F3D4EBD" w14:textId="77777777" w:rsidR="00316F3D" w:rsidRPr="00C057F5" w:rsidRDefault="00316F3D" w:rsidP="00316F3D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057F5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1E02A89A" w14:textId="77777777" w:rsidR="00316F3D" w:rsidRPr="00C057F5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Corpo in ottone ST UNI EN 12165 CW617N nichelato</w:t>
            </w:r>
          </w:p>
          <w:p w14:paraId="670AE872" w14:textId="77777777" w:rsidR="00316F3D" w:rsidRPr="00C057F5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Manicotto in ottone ST UNI EN 12165 CW617N nichelato</w:t>
            </w:r>
          </w:p>
          <w:p w14:paraId="288448B7" w14:textId="77777777" w:rsidR="00316F3D" w:rsidRPr="00C057F5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Sfera in ottone ST UNI EN 12165 CW617N cromata</w:t>
            </w:r>
          </w:p>
          <w:p w14:paraId="75E64C26" w14:textId="77777777" w:rsidR="00316F3D" w:rsidRPr="00C057F5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Guarnizione sfera P.T.F.E vergine</w:t>
            </w:r>
          </w:p>
          <w:p w14:paraId="1F044C70" w14:textId="77777777" w:rsidR="00316F3D" w:rsidRPr="00C057F5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lastRenderedPageBreak/>
              <w:t>Asta in ottone TN UNI EN 12164 CW614N</w:t>
            </w:r>
          </w:p>
          <w:p w14:paraId="02F51745" w14:textId="77777777" w:rsidR="00316F3D" w:rsidRPr="00C057F5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Tenute asta o-ring in NBR 70 Sh A (ASTM D 2240)</w:t>
            </w:r>
          </w:p>
          <w:p w14:paraId="0F8A567C" w14:textId="77777777" w:rsidR="00316F3D" w:rsidRPr="00C057F5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 xml:space="preserve">Maniglia alluminio pressofuso verniciata </w:t>
            </w:r>
            <w:r>
              <w:rPr>
                <w:rFonts w:ascii="Poppins" w:hAnsi="Poppins" w:cs="Poppins"/>
              </w:rPr>
              <w:t>blu</w:t>
            </w:r>
          </w:p>
          <w:p w14:paraId="4924912A" w14:textId="77777777" w:rsidR="00316F3D" w:rsidRPr="00C057F5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Vite in acciaio zincato</w:t>
            </w:r>
          </w:p>
          <w:p w14:paraId="1AE1D8FE" w14:textId="77777777" w:rsidR="00316F3D" w:rsidRPr="00E35EE2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54E4EDB" w14:textId="77777777" w:rsidR="00316F3D" w:rsidRPr="00E35EE2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  <w:r w:rsidRPr="00E35EE2">
              <w:rPr>
                <w:rFonts w:ascii="Poppins" w:hAnsi="Poppins" w:cs="Poppins"/>
                <w:sz w:val="20"/>
              </w:rPr>
              <w:t xml:space="preserve">Filettatura attacco F: UNI EN 10226 (UNI EN ISO 7/1 </w:t>
            </w:r>
            <w:proofErr w:type="spellStart"/>
            <w:r w:rsidRPr="00E35EE2">
              <w:rPr>
                <w:rFonts w:ascii="Poppins" w:hAnsi="Poppins" w:cs="Poppins"/>
                <w:sz w:val="20"/>
              </w:rPr>
              <w:t>Rp</w:t>
            </w:r>
            <w:proofErr w:type="spellEnd"/>
            <w:r w:rsidRPr="00E35EE2">
              <w:rPr>
                <w:rFonts w:ascii="Poppins" w:hAnsi="Poppins" w:cs="Poppins"/>
                <w:sz w:val="20"/>
              </w:rPr>
              <w:t>).</w:t>
            </w:r>
          </w:p>
          <w:p w14:paraId="08340573" w14:textId="77777777" w:rsidR="00316F3D" w:rsidRPr="00E35EE2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3D1C43C" w14:textId="4EC1B0BE" w:rsidR="00316F3D" w:rsidRPr="001A3C93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35EE2">
              <w:rPr>
                <w:rFonts w:ascii="Poppins" w:hAnsi="Poppins" w:cs="Poppins"/>
                <w:b/>
                <w:bCs/>
              </w:rPr>
              <w:t xml:space="preserve">Marca Emmeti - Modello </w:t>
            </w:r>
            <w:r w:rsidRPr="00B36D7A">
              <w:rPr>
                <w:rFonts w:ascii="Poppins" w:hAnsi="Poppins" w:cs="Poppins"/>
                <w:b/>
                <w:bCs/>
              </w:rPr>
              <w:t>Valvola a sfera Progress femmina - femmina da 1" F - F a squadra con maniglia a farfalla</w:t>
            </w:r>
            <w:r w:rsidRPr="00E35EE2">
              <w:rPr>
                <w:rFonts w:ascii="Poppins" w:hAnsi="Poppins" w:cs="Poppins"/>
                <w:b/>
                <w:bCs/>
              </w:rPr>
              <w:t xml:space="preserve"> o equivalente.</w:t>
            </w:r>
          </w:p>
        </w:tc>
      </w:tr>
      <w:tr w:rsidR="00316F3D" w14:paraId="663DEDC3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D89D" w14:textId="77A64A0D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  <w:bCs/>
              </w:rPr>
              <w:lastRenderedPageBreak/>
              <w:t>6770R107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D98C" w14:textId="4173DD8B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35EE2">
              <w:rPr>
                <w:rFonts w:ascii="Poppins" w:hAnsi="Poppins" w:cs="Poppins"/>
                <w:bCs/>
              </w:rPr>
              <w:t xml:space="preserve">Valvola a sfera Progress femmina - </w:t>
            </w:r>
            <w:r>
              <w:rPr>
                <w:rFonts w:ascii="Poppins" w:hAnsi="Poppins" w:cs="Poppins"/>
                <w:bCs/>
              </w:rPr>
              <w:t>femmina</w:t>
            </w:r>
            <w:r w:rsidRPr="00E35EE2">
              <w:rPr>
                <w:rFonts w:ascii="Poppins" w:hAnsi="Poppins" w:cs="Poppins"/>
                <w:bCs/>
              </w:rPr>
              <w:t xml:space="preserve"> da </w:t>
            </w:r>
            <w:r>
              <w:rPr>
                <w:rFonts w:ascii="Poppins" w:hAnsi="Poppins" w:cs="Poppins"/>
                <w:bCs/>
              </w:rPr>
              <w:t>1"1/4 F - F</w:t>
            </w:r>
            <w:r w:rsidRPr="00E35EE2">
              <w:rPr>
                <w:rFonts w:ascii="Poppins" w:hAnsi="Poppins" w:cs="Poppins"/>
                <w:bCs/>
              </w:rPr>
              <w:t xml:space="preserve"> a</w:t>
            </w:r>
            <w:r>
              <w:rPr>
                <w:rFonts w:ascii="Poppins" w:hAnsi="Poppins" w:cs="Poppins"/>
                <w:bCs/>
              </w:rPr>
              <w:t xml:space="preserve"> </w:t>
            </w:r>
            <w:r w:rsidRPr="00E35EE2">
              <w:rPr>
                <w:rFonts w:ascii="Poppins" w:hAnsi="Poppins" w:cs="Poppins"/>
                <w:bCs/>
              </w:rPr>
              <w:t>squadra con maniglia a farfalla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6EB0D" w14:textId="77777777" w:rsidR="00316F3D" w:rsidRPr="00E35EE2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  <w:r w:rsidRPr="00B36D7A">
              <w:rPr>
                <w:rFonts w:ascii="Poppins" w:hAnsi="Poppins" w:cs="Poppins"/>
                <w:sz w:val="20"/>
              </w:rPr>
              <w:t xml:space="preserve">Valvola a sfera </w:t>
            </w:r>
            <w:r>
              <w:rPr>
                <w:rFonts w:ascii="Poppins" w:hAnsi="Poppins" w:cs="Poppins"/>
                <w:sz w:val="20"/>
              </w:rPr>
              <w:t xml:space="preserve">per acqua </w:t>
            </w:r>
            <w:r w:rsidRPr="00B36D7A">
              <w:rPr>
                <w:rFonts w:ascii="Poppins" w:hAnsi="Poppins" w:cs="Poppins"/>
                <w:sz w:val="20"/>
              </w:rPr>
              <w:t>femmina - femmina da 1"</w:t>
            </w:r>
            <w:r>
              <w:rPr>
                <w:rFonts w:ascii="Poppins" w:hAnsi="Poppins" w:cs="Poppins"/>
                <w:sz w:val="20"/>
              </w:rPr>
              <w:t>1/4</w:t>
            </w:r>
            <w:r w:rsidRPr="00B36D7A">
              <w:rPr>
                <w:rFonts w:ascii="Poppins" w:hAnsi="Poppins" w:cs="Poppins"/>
                <w:sz w:val="20"/>
              </w:rPr>
              <w:t xml:space="preserve"> F - F a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B36D7A">
              <w:rPr>
                <w:rFonts w:ascii="Poppins" w:hAnsi="Poppins" w:cs="Poppins"/>
                <w:sz w:val="20"/>
              </w:rPr>
              <w:t xml:space="preserve">squadra con maniglia a farfalla </w:t>
            </w:r>
            <w:r w:rsidRPr="00E35EE2">
              <w:rPr>
                <w:rFonts w:ascii="Poppins" w:hAnsi="Poppins" w:cs="Poppins"/>
                <w:sz w:val="20"/>
              </w:rPr>
              <w:t xml:space="preserve">di colore </w:t>
            </w:r>
            <w:r>
              <w:rPr>
                <w:rFonts w:ascii="Poppins" w:hAnsi="Poppins" w:cs="Poppins"/>
                <w:sz w:val="20"/>
              </w:rPr>
              <w:t>blu</w:t>
            </w:r>
            <w:r w:rsidRPr="00E35EE2">
              <w:rPr>
                <w:rFonts w:ascii="Poppins" w:hAnsi="Poppins" w:cs="Poppins"/>
                <w:sz w:val="20"/>
              </w:rPr>
              <w:t>.</w:t>
            </w:r>
          </w:p>
          <w:p w14:paraId="45740520" w14:textId="77777777" w:rsidR="00316F3D" w:rsidRPr="00E35EE2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EF56755" w14:textId="77777777" w:rsidR="00316F3D" w:rsidRPr="00C057F5" w:rsidRDefault="00316F3D" w:rsidP="00316F3D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057F5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7789DF06" w14:textId="77777777" w:rsidR="00316F3D" w:rsidRPr="00C057F5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Corpo in ottone ST UNI EN 12165 CW617N nichelato</w:t>
            </w:r>
          </w:p>
          <w:p w14:paraId="7F3DDD64" w14:textId="77777777" w:rsidR="00316F3D" w:rsidRPr="00C057F5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Manicotto in ottone ST UNI EN 12165 CW617N nichelato</w:t>
            </w:r>
          </w:p>
          <w:p w14:paraId="03633B0B" w14:textId="77777777" w:rsidR="00316F3D" w:rsidRPr="00C057F5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Sfera in ottone ST UNI EN 12165 CW617N cromata</w:t>
            </w:r>
          </w:p>
          <w:p w14:paraId="10DCD643" w14:textId="77777777" w:rsidR="00316F3D" w:rsidRPr="00C057F5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Guarnizione sfera P.T.F.E vergine</w:t>
            </w:r>
          </w:p>
          <w:p w14:paraId="031483D6" w14:textId="77777777" w:rsidR="00316F3D" w:rsidRPr="00C057F5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Asta in ottone TN UNI EN 12164 CW614N</w:t>
            </w:r>
          </w:p>
          <w:p w14:paraId="451264C3" w14:textId="77777777" w:rsidR="00316F3D" w:rsidRPr="00C057F5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Tenute asta o-ring in NBR 70 Sh A (ASTM D 2240)</w:t>
            </w:r>
          </w:p>
          <w:p w14:paraId="6DB05346" w14:textId="77777777" w:rsidR="00316F3D" w:rsidRPr="00C057F5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 xml:space="preserve">Maniglia alluminio pressofuso verniciata </w:t>
            </w:r>
            <w:r>
              <w:rPr>
                <w:rFonts w:ascii="Poppins" w:hAnsi="Poppins" w:cs="Poppins"/>
              </w:rPr>
              <w:t>blu</w:t>
            </w:r>
          </w:p>
          <w:p w14:paraId="20778B62" w14:textId="77777777" w:rsidR="00316F3D" w:rsidRPr="00C057F5" w:rsidRDefault="00316F3D" w:rsidP="00316F3D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057F5">
              <w:rPr>
                <w:rFonts w:ascii="Poppins" w:hAnsi="Poppins" w:cs="Poppins"/>
              </w:rPr>
              <w:t>Vite in acciaio zincato</w:t>
            </w:r>
          </w:p>
          <w:p w14:paraId="252AF842" w14:textId="77777777" w:rsidR="00316F3D" w:rsidRPr="00E35EE2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C82C4A7" w14:textId="77777777" w:rsidR="00316F3D" w:rsidRPr="00E35EE2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  <w:r w:rsidRPr="00E35EE2">
              <w:rPr>
                <w:rFonts w:ascii="Poppins" w:hAnsi="Poppins" w:cs="Poppins"/>
                <w:sz w:val="20"/>
              </w:rPr>
              <w:t xml:space="preserve">Filettatura attacco F: UNI EN 10226 (UNI EN ISO 7/1 </w:t>
            </w:r>
            <w:proofErr w:type="spellStart"/>
            <w:r w:rsidRPr="00E35EE2">
              <w:rPr>
                <w:rFonts w:ascii="Poppins" w:hAnsi="Poppins" w:cs="Poppins"/>
                <w:sz w:val="20"/>
              </w:rPr>
              <w:t>Rp</w:t>
            </w:r>
            <w:proofErr w:type="spellEnd"/>
            <w:r w:rsidRPr="00E35EE2">
              <w:rPr>
                <w:rFonts w:ascii="Poppins" w:hAnsi="Poppins" w:cs="Poppins"/>
                <w:sz w:val="20"/>
              </w:rPr>
              <w:t>).</w:t>
            </w:r>
          </w:p>
          <w:p w14:paraId="3FBF4237" w14:textId="77777777" w:rsidR="00316F3D" w:rsidRPr="00E35EE2" w:rsidRDefault="00316F3D" w:rsidP="00316F3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B4EB9E3" w14:textId="275C0216" w:rsidR="00316F3D" w:rsidRPr="001A3C93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35EE2">
              <w:rPr>
                <w:rFonts w:ascii="Poppins" w:hAnsi="Poppins" w:cs="Poppins"/>
                <w:b/>
                <w:bCs/>
              </w:rPr>
              <w:t xml:space="preserve">Marca Emmeti - Modello </w:t>
            </w:r>
            <w:r w:rsidRPr="00B36D7A">
              <w:rPr>
                <w:rFonts w:ascii="Poppins" w:hAnsi="Poppins" w:cs="Poppins"/>
                <w:b/>
                <w:bCs/>
              </w:rPr>
              <w:t>Valvola a sfera Progress femmina - femmina da 1"</w:t>
            </w:r>
            <w:r>
              <w:rPr>
                <w:rFonts w:ascii="Poppins" w:hAnsi="Poppins" w:cs="Poppins"/>
                <w:b/>
                <w:bCs/>
              </w:rPr>
              <w:t>1/4</w:t>
            </w:r>
            <w:r w:rsidRPr="00B36D7A">
              <w:rPr>
                <w:rFonts w:ascii="Poppins" w:hAnsi="Poppins" w:cs="Poppins"/>
                <w:b/>
                <w:bCs/>
              </w:rPr>
              <w:t xml:space="preserve"> F - F a squadra con maniglia a farfalla</w:t>
            </w:r>
            <w:r w:rsidRPr="00E35EE2">
              <w:rPr>
                <w:rFonts w:ascii="Poppins" w:hAnsi="Poppins" w:cs="Poppins"/>
                <w:b/>
                <w:bCs/>
              </w:rPr>
              <w:t xml:space="preserve"> o equivalente.</w:t>
            </w:r>
          </w:p>
        </w:tc>
      </w:tr>
      <w:tr w:rsidR="00316F3D" w14:paraId="5F617230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29" w14:textId="77777777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07245390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2A" w14:textId="77777777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 xml:space="preserve">Filtro acqua inox </w:t>
            </w:r>
          </w:p>
          <w:p w14:paraId="5F61722B" w14:textId="77777777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1” F-F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722C" w14:textId="77777777" w:rsidR="00316F3D" w:rsidRPr="001A3C93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Filtro a rete, con tappo di ispezione, in acciaio inox AISI 304.</w:t>
            </w:r>
          </w:p>
          <w:p w14:paraId="5F61722D" w14:textId="77777777" w:rsidR="00316F3D" w:rsidRPr="001A3C93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Misura: 1” F-F.</w:t>
            </w:r>
          </w:p>
          <w:p w14:paraId="5F61722E" w14:textId="77777777" w:rsidR="00316F3D" w:rsidRPr="001A3C93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F61722F" w14:textId="051844FC" w:rsidR="00316F3D" w:rsidRPr="001A3C93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  <w:b/>
              </w:rPr>
              <w:t xml:space="preserve">Marca </w:t>
            </w:r>
            <w:r>
              <w:rPr>
                <w:rFonts w:ascii="Poppins" w:hAnsi="Poppins" w:cs="Poppins"/>
                <w:b/>
              </w:rPr>
              <w:t>Emmeti</w:t>
            </w:r>
            <w:r w:rsidR="001E0FBC">
              <w:rPr>
                <w:rFonts w:ascii="Poppins" w:hAnsi="Poppins" w:cs="Poppins"/>
                <w:b/>
              </w:rPr>
              <w:t xml:space="preserve"> - </w:t>
            </w:r>
            <w:r w:rsidRPr="001A3C93">
              <w:rPr>
                <w:rFonts w:ascii="Poppins" w:hAnsi="Poppins" w:cs="Poppins"/>
                <w:b/>
              </w:rPr>
              <w:t>Modello Filtro in acciaio inox 1” F-F o equivalente</w:t>
            </w:r>
            <w:r>
              <w:rPr>
                <w:rFonts w:ascii="Poppins" w:hAnsi="Poppins" w:cs="Poppins"/>
                <w:b/>
              </w:rPr>
              <w:t>.</w:t>
            </w:r>
          </w:p>
        </w:tc>
      </w:tr>
      <w:tr w:rsidR="00316F3D" w14:paraId="5F617238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31" w14:textId="77777777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07245400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32" w14:textId="77777777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 xml:space="preserve">Filtro acqua inox </w:t>
            </w:r>
          </w:p>
          <w:p w14:paraId="5F617233" w14:textId="696E9921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1”</w:t>
            </w:r>
            <w:r w:rsidR="002C1473">
              <w:rPr>
                <w:rFonts w:ascii="Poppins" w:hAnsi="Poppins" w:cs="Poppins"/>
              </w:rPr>
              <w:t>1/4</w:t>
            </w:r>
            <w:r w:rsidRPr="001A3C93">
              <w:rPr>
                <w:rFonts w:ascii="Poppins" w:hAnsi="Poppins" w:cs="Poppins"/>
              </w:rPr>
              <w:t xml:space="preserve"> F-F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7234" w14:textId="77777777" w:rsidR="00316F3D" w:rsidRPr="001A3C93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Filtro a rete, con tappo di ispezione, in acciaio inox AISI 304.</w:t>
            </w:r>
          </w:p>
          <w:p w14:paraId="5F617235" w14:textId="19C977F1" w:rsidR="00316F3D" w:rsidRPr="001A3C93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Misura: 1”</w:t>
            </w:r>
            <w:r>
              <w:rPr>
                <w:rFonts w:ascii="Poppins" w:hAnsi="Poppins" w:cs="Poppins"/>
              </w:rPr>
              <w:t>1/4</w:t>
            </w:r>
            <w:r w:rsidRPr="001A3C93">
              <w:rPr>
                <w:rFonts w:ascii="Poppins" w:hAnsi="Poppins" w:cs="Poppins"/>
              </w:rPr>
              <w:t xml:space="preserve"> F-F.</w:t>
            </w:r>
          </w:p>
          <w:p w14:paraId="5F617236" w14:textId="77777777" w:rsidR="00316F3D" w:rsidRPr="001A3C93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F617237" w14:textId="41A8EBA7" w:rsidR="00316F3D" w:rsidRPr="001A3C93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  <w:b/>
              </w:rPr>
              <w:t xml:space="preserve">Marca </w:t>
            </w:r>
            <w:r>
              <w:rPr>
                <w:rFonts w:ascii="Poppins" w:hAnsi="Poppins" w:cs="Poppins"/>
                <w:b/>
              </w:rPr>
              <w:t>Emmeti</w:t>
            </w:r>
            <w:r w:rsidR="001E0FBC">
              <w:rPr>
                <w:rFonts w:ascii="Poppins" w:hAnsi="Poppins" w:cs="Poppins"/>
                <w:b/>
              </w:rPr>
              <w:t xml:space="preserve"> - </w:t>
            </w:r>
            <w:r w:rsidRPr="001A3C93">
              <w:rPr>
                <w:rFonts w:ascii="Poppins" w:hAnsi="Poppins" w:cs="Poppins"/>
                <w:b/>
              </w:rPr>
              <w:t>Modello Filtro in acciaio inox 1”1/4 F-F o equivalente</w:t>
            </w:r>
            <w:r>
              <w:rPr>
                <w:rFonts w:ascii="Poppins" w:hAnsi="Poppins" w:cs="Poppins"/>
                <w:b/>
              </w:rPr>
              <w:t>.</w:t>
            </w:r>
          </w:p>
        </w:tc>
      </w:tr>
      <w:tr w:rsidR="00316F3D" w14:paraId="5F61723F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39" w14:textId="77777777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07245220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3A" w14:textId="77777777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 xml:space="preserve">Set supporti antivibranti </w:t>
            </w:r>
          </w:p>
          <w:p w14:paraId="5F61723B" w14:textId="77777777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(4 pz)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723C" w14:textId="6DE92C10" w:rsidR="00316F3D" w:rsidRPr="001A3C93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 xml:space="preserve">Set N° 4 antivibranti specifici per il refrigeratore/pompa di calore </w:t>
            </w:r>
            <w:r w:rsidR="002C1473">
              <w:rPr>
                <w:rFonts w:ascii="Poppins" w:hAnsi="Poppins" w:cs="Poppins"/>
              </w:rPr>
              <w:t>Mirai SMI</w:t>
            </w:r>
            <w:r w:rsidRPr="001A3C93">
              <w:rPr>
                <w:rFonts w:ascii="Poppins" w:hAnsi="Poppins" w:cs="Poppins"/>
              </w:rPr>
              <w:t xml:space="preserve"> 4.0.</w:t>
            </w:r>
          </w:p>
          <w:p w14:paraId="5F61723D" w14:textId="77777777" w:rsidR="00316F3D" w:rsidRPr="001A3C93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F61723E" w14:textId="7F057D70" w:rsidR="00316F3D" w:rsidRPr="001A3C93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  <w:b/>
              </w:rPr>
              <w:lastRenderedPageBreak/>
              <w:t xml:space="preserve">Marca </w:t>
            </w:r>
            <w:r>
              <w:rPr>
                <w:rFonts w:ascii="Poppins" w:hAnsi="Poppins" w:cs="Poppins"/>
                <w:b/>
              </w:rPr>
              <w:t>Emmeti</w:t>
            </w:r>
            <w:r w:rsidR="001E0FBC">
              <w:rPr>
                <w:rFonts w:ascii="Poppins" w:hAnsi="Poppins" w:cs="Poppins"/>
                <w:b/>
              </w:rPr>
              <w:t xml:space="preserve"> - </w:t>
            </w:r>
            <w:r w:rsidRPr="001A3C93">
              <w:rPr>
                <w:rFonts w:ascii="Poppins" w:hAnsi="Poppins" w:cs="Poppins"/>
                <w:b/>
              </w:rPr>
              <w:t xml:space="preserve">Modello Set 4 antivibranti per </w:t>
            </w:r>
            <w:r w:rsidR="002C1473">
              <w:rPr>
                <w:rFonts w:ascii="Poppins" w:hAnsi="Poppins" w:cs="Poppins"/>
                <w:b/>
              </w:rPr>
              <w:t>Mirai SMI</w:t>
            </w:r>
            <w:r w:rsidRPr="001A3C93">
              <w:rPr>
                <w:rFonts w:ascii="Poppins" w:hAnsi="Poppins" w:cs="Poppins"/>
                <w:b/>
              </w:rPr>
              <w:t xml:space="preserve"> o equivalente</w:t>
            </w:r>
            <w:r>
              <w:rPr>
                <w:rFonts w:ascii="Poppins" w:hAnsi="Poppins" w:cs="Poppins"/>
                <w:b/>
              </w:rPr>
              <w:t>.</w:t>
            </w:r>
          </w:p>
        </w:tc>
      </w:tr>
      <w:tr w:rsidR="00316F3D" w14:paraId="5F617247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40" w14:textId="77777777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lastRenderedPageBreak/>
              <w:t>02410500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41" w14:textId="77777777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Flessibile antivibrante 1” M-F lunghezza 20 cm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7242" w14:textId="77777777" w:rsidR="00316F3D" w:rsidRPr="001A3C93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 xml:space="preserve">Tubo flessibile antivibrante con raccordi in acciaio zincato. </w:t>
            </w:r>
          </w:p>
          <w:p w14:paraId="5F617243" w14:textId="77777777" w:rsidR="00316F3D" w:rsidRPr="001A3C93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Lunghezza: 20 cm</w:t>
            </w:r>
          </w:p>
          <w:p w14:paraId="5F617244" w14:textId="77777777" w:rsidR="00316F3D" w:rsidRPr="001A3C93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Filettatura: 1” M-F</w:t>
            </w:r>
          </w:p>
          <w:p w14:paraId="5F617245" w14:textId="77777777" w:rsidR="00316F3D" w:rsidRPr="001A3C93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F617246" w14:textId="7772B710" w:rsidR="00316F3D" w:rsidRPr="001A3C93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  <w:b/>
              </w:rPr>
              <w:t xml:space="preserve">Marca </w:t>
            </w:r>
            <w:r>
              <w:rPr>
                <w:rFonts w:ascii="Poppins" w:hAnsi="Poppins" w:cs="Poppins"/>
                <w:b/>
              </w:rPr>
              <w:t>Emmeti</w:t>
            </w:r>
            <w:r w:rsidR="001E0FBC">
              <w:rPr>
                <w:rFonts w:ascii="Poppins" w:hAnsi="Poppins" w:cs="Poppins"/>
                <w:b/>
              </w:rPr>
              <w:t xml:space="preserve"> - </w:t>
            </w:r>
            <w:r w:rsidRPr="001A3C93">
              <w:rPr>
                <w:rFonts w:ascii="Poppins" w:hAnsi="Poppins" w:cs="Poppins"/>
                <w:b/>
              </w:rPr>
              <w:t>Modello Tubo flessibile antivibrante lunghezza 20 cm, attacchi 1” M-F o equivalente</w:t>
            </w:r>
            <w:r>
              <w:rPr>
                <w:rFonts w:ascii="Poppins" w:hAnsi="Poppins" w:cs="Poppins"/>
                <w:b/>
              </w:rPr>
              <w:t>.</w:t>
            </w:r>
          </w:p>
        </w:tc>
      </w:tr>
      <w:tr w:rsidR="00316F3D" w14:paraId="5F61724F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48" w14:textId="77777777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02410502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49" w14:textId="3845B1A3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Flessibile antivibrante 1”</w:t>
            </w:r>
            <w:r>
              <w:rPr>
                <w:rFonts w:ascii="Poppins" w:hAnsi="Poppins" w:cs="Poppins"/>
              </w:rPr>
              <w:t>1/4</w:t>
            </w:r>
            <w:r w:rsidRPr="001A3C93">
              <w:rPr>
                <w:rFonts w:ascii="Poppins" w:hAnsi="Poppins" w:cs="Poppins"/>
              </w:rPr>
              <w:t xml:space="preserve"> M-F lunghezza 20 cm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724A" w14:textId="77777777" w:rsidR="00316F3D" w:rsidRPr="001A3C93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 xml:space="preserve">Tubo flessibile antivibrante con raccordi in acciaio zincato. </w:t>
            </w:r>
          </w:p>
          <w:p w14:paraId="5F61724B" w14:textId="77777777" w:rsidR="00316F3D" w:rsidRPr="001A3C93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Lunghezza: 20 cm</w:t>
            </w:r>
          </w:p>
          <w:p w14:paraId="5F61724C" w14:textId="0B66F958" w:rsidR="00316F3D" w:rsidRPr="001A3C93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Filettatura: 1”</w:t>
            </w:r>
            <w:r>
              <w:rPr>
                <w:rFonts w:ascii="Poppins" w:hAnsi="Poppins" w:cs="Poppins"/>
              </w:rPr>
              <w:t>1/4</w:t>
            </w:r>
            <w:r w:rsidRPr="001A3C93">
              <w:rPr>
                <w:rFonts w:ascii="Poppins" w:hAnsi="Poppins" w:cs="Poppins"/>
              </w:rPr>
              <w:t xml:space="preserve"> M-F</w:t>
            </w:r>
          </w:p>
          <w:p w14:paraId="5F61724D" w14:textId="77777777" w:rsidR="00316F3D" w:rsidRPr="001A3C93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F61724E" w14:textId="73B381FA" w:rsidR="00316F3D" w:rsidRPr="001A3C93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  <w:b/>
              </w:rPr>
              <w:t xml:space="preserve">Marca </w:t>
            </w:r>
            <w:r>
              <w:rPr>
                <w:rFonts w:ascii="Poppins" w:hAnsi="Poppins" w:cs="Poppins"/>
                <w:b/>
              </w:rPr>
              <w:t>Emmeti</w:t>
            </w:r>
            <w:r w:rsidR="001E0FBC">
              <w:rPr>
                <w:rFonts w:ascii="Poppins" w:hAnsi="Poppins" w:cs="Poppins"/>
                <w:b/>
              </w:rPr>
              <w:t xml:space="preserve"> - </w:t>
            </w:r>
            <w:r w:rsidRPr="001A3C93">
              <w:rPr>
                <w:rFonts w:ascii="Poppins" w:hAnsi="Poppins" w:cs="Poppins"/>
                <w:b/>
              </w:rPr>
              <w:t>Modello Tubo flessibile antivibrante lunghezza 20 cm, attacchi 1”</w:t>
            </w:r>
            <w:r w:rsidR="00D73B31">
              <w:rPr>
                <w:rFonts w:ascii="Poppins" w:hAnsi="Poppins" w:cs="Poppins"/>
                <w:b/>
              </w:rPr>
              <w:t>1/4</w:t>
            </w:r>
            <w:r w:rsidRPr="001A3C93">
              <w:rPr>
                <w:rFonts w:ascii="Poppins" w:hAnsi="Poppins" w:cs="Poppins"/>
                <w:b/>
              </w:rPr>
              <w:t xml:space="preserve"> M-F o equivalente</w:t>
            </w:r>
            <w:r>
              <w:rPr>
                <w:rFonts w:ascii="Poppins" w:hAnsi="Poppins" w:cs="Poppins"/>
                <w:b/>
              </w:rPr>
              <w:t>.</w:t>
            </w:r>
          </w:p>
        </w:tc>
      </w:tr>
      <w:tr w:rsidR="00316F3D" w14:paraId="5F617258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50" w14:textId="77777777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27180620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51" w14:textId="77777777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Coppia di raccordi a stringere per tubo multistrato</w:t>
            </w:r>
          </w:p>
          <w:p w14:paraId="5F617252" w14:textId="77777777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1” M x DN 32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7253" w14:textId="77777777" w:rsidR="00316F3D" w:rsidRPr="001A3C93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Coppia di raccordi diritti, a stringere, per tubo multistrato, con O-Ring.</w:t>
            </w:r>
          </w:p>
          <w:p w14:paraId="5F617254" w14:textId="77777777" w:rsidR="00316F3D" w:rsidRPr="001A3C93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Costruzione: ottone nichelato.</w:t>
            </w:r>
          </w:p>
          <w:p w14:paraId="5F617255" w14:textId="77777777" w:rsidR="00316F3D" w:rsidRPr="001A3C93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Misura: 1” M x DN 32.</w:t>
            </w:r>
          </w:p>
          <w:p w14:paraId="5F617256" w14:textId="77777777" w:rsidR="00316F3D" w:rsidRPr="001A3C93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F617257" w14:textId="27849F7B" w:rsidR="00316F3D" w:rsidRPr="001A3C93" w:rsidRDefault="00316F3D" w:rsidP="00316F3D">
            <w:pPr>
              <w:pStyle w:val="Testocommento"/>
              <w:rPr>
                <w:rFonts w:ascii="Poppins" w:hAnsi="Poppins" w:cs="Poppins"/>
                <w:b/>
              </w:rPr>
            </w:pPr>
            <w:r w:rsidRPr="001A3C93">
              <w:rPr>
                <w:rFonts w:ascii="Poppins" w:hAnsi="Poppins" w:cs="Poppins"/>
                <w:b/>
              </w:rPr>
              <w:t xml:space="preserve">Marca </w:t>
            </w:r>
            <w:r>
              <w:rPr>
                <w:rFonts w:ascii="Poppins" w:hAnsi="Poppins" w:cs="Poppins"/>
                <w:b/>
              </w:rPr>
              <w:t>Emmeti</w:t>
            </w:r>
            <w:r w:rsidR="001E0FBC">
              <w:rPr>
                <w:rFonts w:ascii="Poppins" w:hAnsi="Poppins" w:cs="Poppins"/>
                <w:b/>
              </w:rPr>
              <w:t xml:space="preserve"> - </w:t>
            </w:r>
            <w:r w:rsidRPr="001A3C93">
              <w:rPr>
                <w:rFonts w:ascii="Poppins" w:hAnsi="Poppins" w:cs="Poppins"/>
                <w:b/>
              </w:rPr>
              <w:t>Modello Coppia di raccordi a stringere per tubo multistrato 1” M x DN 32 o equivalente</w:t>
            </w:r>
            <w:r>
              <w:rPr>
                <w:rFonts w:ascii="Poppins" w:hAnsi="Poppins" w:cs="Poppins"/>
                <w:b/>
              </w:rPr>
              <w:t>.</w:t>
            </w:r>
          </w:p>
        </w:tc>
      </w:tr>
      <w:tr w:rsidR="00316F3D" w14:paraId="5F617261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59" w14:textId="77777777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27180622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5A" w14:textId="77777777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Coppia di raccordi a stringere per tubo multistrato</w:t>
            </w:r>
          </w:p>
          <w:p w14:paraId="5F61725B" w14:textId="77777777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1” F x DN 32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725C" w14:textId="77777777" w:rsidR="00316F3D" w:rsidRPr="001A3C93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Coppia di raccordi diritti, a stringere, per tubo multistrato, con O-Ring.</w:t>
            </w:r>
          </w:p>
          <w:p w14:paraId="5F61725D" w14:textId="77777777" w:rsidR="00316F3D" w:rsidRPr="001A3C93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Costruzione: ottone nichelato.</w:t>
            </w:r>
          </w:p>
          <w:p w14:paraId="5F61725E" w14:textId="77777777" w:rsidR="00316F3D" w:rsidRPr="001A3C93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Misura: 1” F x DN 32.</w:t>
            </w:r>
          </w:p>
          <w:p w14:paraId="5F61725F" w14:textId="77777777" w:rsidR="00316F3D" w:rsidRPr="001A3C93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F617260" w14:textId="2B4D49E1" w:rsidR="00316F3D" w:rsidRPr="001A3C93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  <w:b/>
              </w:rPr>
              <w:t xml:space="preserve">Marca </w:t>
            </w:r>
            <w:r>
              <w:rPr>
                <w:rFonts w:ascii="Poppins" w:hAnsi="Poppins" w:cs="Poppins"/>
                <w:b/>
              </w:rPr>
              <w:t>Emmeti</w:t>
            </w:r>
            <w:r w:rsidR="001E0FBC">
              <w:rPr>
                <w:rFonts w:ascii="Poppins" w:hAnsi="Poppins" w:cs="Poppins"/>
                <w:b/>
              </w:rPr>
              <w:t xml:space="preserve"> - </w:t>
            </w:r>
            <w:r w:rsidRPr="001A3C93">
              <w:rPr>
                <w:rFonts w:ascii="Poppins" w:hAnsi="Poppins" w:cs="Poppins"/>
                <w:b/>
              </w:rPr>
              <w:t>Modello Coppia di raccordi a stringere per tubo multistrato 1” F x DN 32 o equivalente</w:t>
            </w:r>
            <w:r>
              <w:rPr>
                <w:rFonts w:ascii="Poppins" w:hAnsi="Poppins" w:cs="Poppins"/>
                <w:b/>
              </w:rPr>
              <w:t>.</w:t>
            </w:r>
          </w:p>
        </w:tc>
      </w:tr>
      <w:tr w:rsidR="00316F3D" w14:paraId="5F617268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62" w14:textId="77777777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01425830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63" w14:textId="2CC652B9" w:rsidR="00316F3D" w:rsidRPr="001A3C93" w:rsidRDefault="001B1AFC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B1AFC">
              <w:rPr>
                <w:rFonts w:ascii="Poppins" w:hAnsi="Poppins" w:cs="Poppins"/>
              </w:rPr>
              <w:t>Modulo Compact Valvola motorizzata 3 vie attacchi filettati F-F 1"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2EA3" w14:textId="0E937E20" w:rsidR="00CD0AD0" w:rsidRPr="00CD0AD0" w:rsidRDefault="00CD0AD0" w:rsidP="00CD0AD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CD0AD0">
              <w:rPr>
                <w:rFonts w:ascii="Poppins" w:hAnsi="Poppins" w:cs="Poppins"/>
              </w:rPr>
              <w:t>Valvola a sfera motorizzata a 3 vie con attacchi filettati femmina-femmina da 1".</w:t>
            </w:r>
          </w:p>
          <w:p w14:paraId="729007D7" w14:textId="77777777" w:rsidR="00CD0AD0" w:rsidRPr="00CD0AD0" w:rsidRDefault="00CD0AD0" w:rsidP="00CD0AD0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A89C123" w14:textId="77777777" w:rsidR="00CD0AD0" w:rsidRPr="00CD0AD0" w:rsidRDefault="00CD0AD0" w:rsidP="00CD0AD0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CD0AD0">
              <w:rPr>
                <w:rFonts w:ascii="Poppins" w:hAnsi="Poppins" w:cs="Poppins"/>
                <w:b/>
                <w:bCs/>
              </w:rPr>
              <w:t>Dati tecnici valvola:</w:t>
            </w:r>
          </w:p>
          <w:p w14:paraId="31C32346" w14:textId="6902D887" w:rsidR="00CD0AD0" w:rsidRPr="00CD0AD0" w:rsidRDefault="00CD0AD0" w:rsidP="00CD0AD0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D0AD0">
              <w:rPr>
                <w:rFonts w:ascii="Poppins" w:hAnsi="Poppins" w:cs="Poppins"/>
              </w:rPr>
              <w:t>Corpo in ottone: ST UNI EN 12165 CW617N nichelato</w:t>
            </w:r>
          </w:p>
          <w:p w14:paraId="262CF9D1" w14:textId="2D39A6E2" w:rsidR="00CD0AD0" w:rsidRPr="00CD0AD0" w:rsidRDefault="00CD0AD0" w:rsidP="00CD0AD0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D0AD0">
              <w:rPr>
                <w:rFonts w:ascii="Poppins" w:hAnsi="Poppins" w:cs="Poppins"/>
              </w:rPr>
              <w:t>Sfera in ottone: ST UNI EN 12165 CW617N cromata</w:t>
            </w:r>
          </w:p>
          <w:p w14:paraId="2678820C" w14:textId="17C3FEE6" w:rsidR="00CD0AD0" w:rsidRPr="00CD0AD0" w:rsidRDefault="00CD0AD0" w:rsidP="00CD0AD0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D0AD0">
              <w:rPr>
                <w:rFonts w:ascii="Poppins" w:hAnsi="Poppins" w:cs="Poppins"/>
              </w:rPr>
              <w:t>Tenuta sede sfera: PTFE</w:t>
            </w:r>
          </w:p>
          <w:p w14:paraId="7821C5E5" w14:textId="55168C61" w:rsidR="00CD0AD0" w:rsidRPr="00CD0AD0" w:rsidRDefault="00CD0AD0" w:rsidP="00CD0AD0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D0AD0">
              <w:rPr>
                <w:rFonts w:ascii="Poppins" w:hAnsi="Poppins" w:cs="Poppins"/>
              </w:rPr>
              <w:t>Tenuta asta in manovra: HNBR</w:t>
            </w:r>
          </w:p>
          <w:p w14:paraId="42B1E398" w14:textId="5D14425F" w:rsidR="00CD0AD0" w:rsidRPr="00CD0AD0" w:rsidRDefault="00CD0AD0" w:rsidP="00CD0AD0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D0AD0">
              <w:rPr>
                <w:rFonts w:ascii="Poppins" w:hAnsi="Poppins" w:cs="Poppins"/>
              </w:rPr>
              <w:t>Temperatura di impiego: da -40 °C a 100 °C (fluido circolante)</w:t>
            </w:r>
          </w:p>
          <w:p w14:paraId="3D750C5F" w14:textId="6D432E3F" w:rsidR="00CD0AD0" w:rsidRPr="00CD0AD0" w:rsidRDefault="00CD0AD0" w:rsidP="00CD0AD0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D0AD0">
              <w:rPr>
                <w:rFonts w:ascii="Poppins" w:hAnsi="Poppins" w:cs="Poppins"/>
              </w:rPr>
              <w:t>Pressione di esercizio: PN 40</w:t>
            </w:r>
          </w:p>
          <w:p w14:paraId="4E685D4C" w14:textId="45520AC4" w:rsidR="00CD0AD0" w:rsidRPr="00CD0AD0" w:rsidRDefault="00CD0AD0" w:rsidP="00CD0AD0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D0AD0">
              <w:rPr>
                <w:rFonts w:ascii="Poppins" w:hAnsi="Poppins" w:cs="Poppins"/>
              </w:rPr>
              <w:t>Pressione differenziale massima: 6 bar</w:t>
            </w:r>
          </w:p>
          <w:p w14:paraId="14CFFCB6" w14:textId="77777777" w:rsidR="00CD0AD0" w:rsidRPr="00CD0AD0" w:rsidRDefault="00CD0AD0" w:rsidP="00CD0AD0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0A1E8C44" w14:textId="77777777" w:rsidR="00CD0AD0" w:rsidRPr="00CD0AD0" w:rsidRDefault="00CD0AD0" w:rsidP="00CD0AD0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CD0AD0">
              <w:rPr>
                <w:rFonts w:ascii="Poppins" w:hAnsi="Poppins" w:cs="Poppins"/>
                <w:b/>
                <w:bCs/>
              </w:rPr>
              <w:t>Dati tecnici servomotore:</w:t>
            </w:r>
          </w:p>
          <w:p w14:paraId="50F7BE61" w14:textId="7AE12045" w:rsidR="00CD0AD0" w:rsidRPr="00CD0AD0" w:rsidRDefault="00CD0AD0" w:rsidP="00CD0AD0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D0AD0">
              <w:rPr>
                <w:rFonts w:ascii="Poppins" w:hAnsi="Poppins" w:cs="Poppins"/>
              </w:rPr>
              <w:lastRenderedPageBreak/>
              <w:t>Alimentazione: 230 V / 50 Hz</w:t>
            </w:r>
          </w:p>
          <w:p w14:paraId="4B4F797C" w14:textId="299FFBC4" w:rsidR="00CD0AD0" w:rsidRPr="00CD0AD0" w:rsidRDefault="00CD0AD0" w:rsidP="00CD0AD0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D0AD0">
              <w:rPr>
                <w:rFonts w:ascii="Poppins" w:hAnsi="Poppins" w:cs="Poppins"/>
              </w:rPr>
              <w:t>Assorbimento: 4 VA</w:t>
            </w:r>
          </w:p>
          <w:p w14:paraId="42F4799E" w14:textId="798A5C0D" w:rsidR="00CD0AD0" w:rsidRPr="00CD0AD0" w:rsidRDefault="00CD0AD0" w:rsidP="00CD0AD0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D0AD0">
              <w:rPr>
                <w:rFonts w:ascii="Poppins" w:hAnsi="Poppins" w:cs="Poppins"/>
              </w:rPr>
              <w:t>Angolo di rotazione: 180°</w:t>
            </w:r>
          </w:p>
          <w:p w14:paraId="37EA67A2" w14:textId="4BFA545C" w:rsidR="00CD0AD0" w:rsidRPr="00CD0AD0" w:rsidRDefault="00CD0AD0" w:rsidP="00CD0AD0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D0AD0">
              <w:rPr>
                <w:rFonts w:ascii="Poppins" w:hAnsi="Poppins" w:cs="Poppins"/>
              </w:rPr>
              <w:t>Tempo di rotazione: 120"</w:t>
            </w:r>
          </w:p>
          <w:p w14:paraId="36968566" w14:textId="5D832E27" w:rsidR="00CD0AD0" w:rsidRPr="00CD0AD0" w:rsidRDefault="00CD0AD0" w:rsidP="00CD0AD0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D0AD0">
              <w:rPr>
                <w:rFonts w:ascii="Poppins" w:hAnsi="Poppins" w:cs="Poppins"/>
              </w:rPr>
              <w:t>Coppia: 8 Nm</w:t>
            </w:r>
          </w:p>
          <w:p w14:paraId="561E2908" w14:textId="1C7217E0" w:rsidR="00CD0AD0" w:rsidRPr="00CD0AD0" w:rsidRDefault="00CD0AD0" w:rsidP="00CD0AD0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D0AD0">
              <w:rPr>
                <w:rFonts w:ascii="Poppins" w:hAnsi="Poppins" w:cs="Poppins"/>
              </w:rPr>
              <w:t>Grado di protezione: IP55 (asta valvola verticale e servomotore</w:t>
            </w:r>
            <w:r>
              <w:rPr>
                <w:rFonts w:ascii="Poppins" w:hAnsi="Poppins" w:cs="Poppins"/>
              </w:rPr>
              <w:t xml:space="preserve"> </w:t>
            </w:r>
            <w:r w:rsidRPr="00CD0AD0">
              <w:rPr>
                <w:rFonts w:ascii="Poppins" w:hAnsi="Poppins" w:cs="Poppins"/>
              </w:rPr>
              <w:t>installato superiormente) o IP50</w:t>
            </w:r>
          </w:p>
          <w:p w14:paraId="5E18ED06" w14:textId="5115E56B" w:rsidR="00CD0AD0" w:rsidRPr="00CD0AD0" w:rsidRDefault="00CD0AD0" w:rsidP="00CD0AD0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D0AD0">
              <w:rPr>
                <w:rFonts w:ascii="Poppins" w:hAnsi="Poppins" w:cs="Poppins"/>
              </w:rPr>
              <w:t>Classe di isolamento: II</w:t>
            </w:r>
          </w:p>
          <w:p w14:paraId="7D49E634" w14:textId="500F2A90" w:rsidR="00CD0AD0" w:rsidRPr="00CD0AD0" w:rsidRDefault="00CD0AD0" w:rsidP="00CD0AD0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CD0AD0">
              <w:rPr>
                <w:rFonts w:ascii="Poppins" w:hAnsi="Poppins" w:cs="Poppins"/>
              </w:rPr>
              <w:t>Indicatore di flusso deviato</w:t>
            </w:r>
          </w:p>
          <w:p w14:paraId="17114FBB" w14:textId="77777777" w:rsidR="00CD0AD0" w:rsidRPr="00CD0AD0" w:rsidRDefault="00CD0AD0" w:rsidP="00CD0AD0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9C64420" w14:textId="587BC670" w:rsidR="00CD0AD0" w:rsidRPr="00CD0AD0" w:rsidRDefault="00CD0AD0" w:rsidP="00CD0AD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CD0AD0">
              <w:rPr>
                <w:rFonts w:ascii="Poppins" w:hAnsi="Poppins" w:cs="Poppins"/>
              </w:rPr>
              <w:t>Servomotore dotato di microinterruttore ausiliario a contatto pulito (5</w:t>
            </w:r>
            <w:r w:rsidR="00BB01E0">
              <w:rPr>
                <w:rFonts w:ascii="Poppins" w:hAnsi="Poppins" w:cs="Poppins"/>
              </w:rPr>
              <w:t xml:space="preserve"> </w:t>
            </w:r>
            <w:r w:rsidRPr="00CD0AD0">
              <w:rPr>
                <w:rFonts w:ascii="Poppins" w:hAnsi="Poppins" w:cs="Poppins"/>
              </w:rPr>
              <w:t>A / 230 V).</w:t>
            </w:r>
          </w:p>
          <w:p w14:paraId="26306382" w14:textId="77777777" w:rsidR="00CD0AD0" w:rsidRPr="00CD0AD0" w:rsidRDefault="00CD0AD0" w:rsidP="00CD0AD0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F617267" w14:textId="41484F0F" w:rsidR="00316F3D" w:rsidRPr="00CD0AD0" w:rsidRDefault="00CD0AD0" w:rsidP="00CD0AD0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CD0AD0">
              <w:rPr>
                <w:rFonts w:ascii="Poppins" w:hAnsi="Poppins" w:cs="Poppins"/>
                <w:b/>
                <w:bCs/>
              </w:rPr>
              <w:t>Marca Emmeti - Modello Modulo Compact Valvola motorizzata 3 vie attacchi</w:t>
            </w:r>
            <w:r w:rsidRPr="00CD0AD0">
              <w:rPr>
                <w:rFonts w:ascii="Poppins" w:hAnsi="Poppins" w:cs="Poppins"/>
                <w:b/>
                <w:bCs/>
              </w:rPr>
              <w:t xml:space="preserve"> </w:t>
            </w:r>
            <w:r w:rsidRPr="00CD0AD0">
              <w:rPr>
                <w:rFonts w:ascii="Poppins" w:hAnsi="Poppins" w:cs="Poppins"/>
                <w:b/>
                <w:bCs/>
              </w:rPr>
              <w:t>filettati F-F 1" o equivalente.</w:t>
            </w:r>
          </w:p>
        </w:tc>
      </w:tr>
      <w:tr w:rsidR="00316F3D" w14:paraId="73B5527F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BE7F" w14:textId="5E0AAFC4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lastRenderedPageBreak/>
              <w:t>07245</w:t>
            </w:r>
            <w:r>
              <w:rPr>
                <w:rFonts w:ascii="Poppins" w:hAnsi="Poppins" w:cs="Poppins"/>
              </w:rPr>
              <w:t>210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DA0A" w14:textId="1DBD94DA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 xml:space="preserve">Sonda temperatura </w:t>
            </w:r>
            <w:r>
              <w:rPr>
                <w:rFonts w:ascii="Poppins" w:hAnsi="Poppins" w:cs="Poppins"/>
              </w:rPr>
              <w:t>ACS</w:t>
            </w:r>
            <w:r w:rsidRPr="001A3C93">
              <w:rPr>
                <w:rFonts w:ascii="Poppins" w:hAnsi="Poppins" w:cs="Poppins"/>
              </w:rPr>
              <w:t xml:space="preserve"> </w:t>
            </w:r>
            <w:r w:rsidRPr="00B61496">
              <w:rPr>
                <w:rFonts w:ascii="Poppins" w:hAnsi="Poppins" w:cs="Poppins"/>
              </w:rPr>
              <w:t>per pompe di calore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6AFC" w14:textId="15D0E256" w:rsidR="00316F3D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61496">
              <w:rPr>
                <w:rFonts w:ascii="Poppins" w:hAnsi="Poppins" w:cs="Poppins"/>
              </w:rPr>
              <w:t>Sonda di temperatura ACS (NTC 10kOhm 25 °C IP68) per pompe di calore, da</w:t>
            </w:r>
            <w:r>
              <w:rPr>
                <w:rFonts w:ascii="Poppins" w:hAnsi="Poppins" w:cs="Poppins"/>
              </w:rPr>
              <w:t xml:space="preserve"> </w:t>
            </w:r>
            <w:r w:rsidRPr="00B61496">
              <w:rPr>
                <w:rFonts w:ascii="Poppins" w:hAnsi="Poppins" w:cs="Poppins"/>
              </w:rPr>
              <w:t>collegare alla morsettiera PCB</w:t>
            </w:r>
            <w:r w:rsidR="001E0FBC">
              <w:rPr>
                <w:rFonts w:ascii="Poppins" w:hAnsi="Poppins" w:cs="Poppins"/>
              </w:rPr>
              <w:t xml:space="preserve"> - </w:t>
            </w:r>
            <w:r w:rsidRPr="00B61496">
              <w:rPr>
                <w:rFonts w:ascii="Poppins" w:hAnsi="Poppins" w:cs="Poppins"/>
              </w:rPr>
              <w:t>Terminal Block.</w:t>
            </w:r>
          </w:p>
          <w:p w14:paraId="0D483C99" w14:textId="77777777" w:rsidR="00316F3D" w:rsidRPr="001A3C93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38CB8B8C" w14:textId="384DD517" w:rsidR="00316F3D" w:rsidRPr="001A3C93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  <w:b/>
              </w:rPr>
              <w:t xml:space="preserve">Marca </w:t>
            </w:r>
            <w:r>
              <w:rPr>
                <w:rFonts w:ascii="Poppins" w:hAnsi="Poppins" w:cs="Poppins"/>
                <w:b/>
              </w:rPr>
              <w:t>Emmeti</w:t>
            </w:r>
            <w:r w:rsidR="001E0FBC">
              <w:rPr>
                <w:rFonts w:ascii="Poppins" w:hAnsi="Poppins" w:cs="Poppins"/>
                <w:b/>
              </w:rPr>
              <w:t xml:space="preserve"> - </w:t>
            </w:r>
            <w:r w:rsidRPr="001A3C93">
              <w:rPr>
                <w:rFonts w:ascii="Poppins" w:hAnsi="Poppins" w:cs="Poppins"/>
                <w:b/>
              </w:rPr>
              <w:t xml:space="preserve">Modello </w:t>
            </w:r>
            <w:r w:rsidRPr="00B61496">
              <w:rPr>
                <w:rFonts w:ascii="Poppins" w:hAnsi="Poppins" w:cs="Poppins"/>
                <w:b/>
              </w:rPr>
              <w:t>Sonda temperatura ACS</w:t>
            </w:r>
            <w:r>
              <w:rPr>
                <w:rFonts w:ascii="Poppins" w:hAnsi="Poppins" w:cs="Poppins"/>
                <w:b/>
              </w:rPr>
              <w:t xml:space="preserve"> per pompe di calore </w:t>
            </w:r>
            <w:r w:rsidRPr="001A3C93">
              <w:rPr>
                <w:rFonts w:ascii="Poppins" w:hAnsi="Poppins" w:cs="Poppins"/>
                <w:b/>
              </w:rPr>
              <w:t>o equivalente</w:t>
            </w:r>
            <w:r>
              <w:rPr>
                <w:rFonts w:ascii="Poppins" w:hAnsi="Poppins" w:cs="Poppins"/>
                <w:b/>
              </w:rPr>
              <w:t>.</w:t>
            </w:r>
          </w:p>
        </w:tc>
      </w:tr>
      <w:tr w:rsidR="00316F3D" w14:paraId="11652067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4744" w14:textId="19D9780C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00510690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9760" w14:textId="77777777" w:rsidR="00316F3D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B56315">
              <w:rPr>
                <w:rFonts w:ascii="Poppins" w:hAnsi="Poppins" w:cs="Poppins"/>
              </w:rPr>
              <w:t>Pozzetto per termometro</w:t>
            </w:r>
          </w:p>
          <w:p w14:paraId="56704BB3" w14:textId="77777777" w:rsidR="00316F3D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B56315">
              <w:rPr>
                <w:rFonts w:ascii="Poppins" w:hAnsi="Poppins" w:cs="Poppins"/>
              </w:rPr>
              <w:t>Ø 10</w:t>
            </w:r>
          </w:p>
          <w:p w14:paraId="1C7EEF52" w14:textId="3D0DD34F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B56315">
              <w:rPr>
                <w:rFonts w:ascii="Poppins" w:hAnsi="Poppins" w:cs="Poppins"/>
              </w:rPr>
              <w:t>L=302 mm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7DAD" w14:textId="77777777" w:rsidR="00316F3D" w:rsidRPr="00B26F82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26F82">
              <w:rPr>
                <w:rFonts w:ascii="Poppins" w:hAnsi="Poppins" w:cs="Poppins"/>
              </w:rPr>
              <w:t>Pozzetto per termometro secondo norme ISPEL con attacco da 1/2" M.</w:t>
            </w:r>
          </w:p>
          <w:p w14:paraId="4DAF51DA" w14:textId="77777777" w:rsidR="00316F3D" w:rsidRPr="00B26F82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9E409A3" w14:textId="77777777" w:rsidR="00316F3D" w:rsidRPr="00B26F82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26F82">
              <w:rPr>
                <w:rFonts w:ascii="Poppins" w:hAnsi="Poppins" w:cs="Poppins"/>
              </w:rPr>
              <w:t>Misura: Ø 10 mm</w:t>
            </w:r>
          </w:p>
          <w:p w14:paraId="1C528C35" w14:textId="77777777" w:rsidR="00316F3D" w:rsidRPr="00B26F82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26F82">
              <w:rPr>
                <w:rFonts w:ascii="Poppins" w:hAnsi="Poppins" w:cs="Poppins"/>
              </w:rPr>
              <w:t>Lunghezza: 302 mm</w:t>
            </w:r>
          </w:p>
          <w:p w14:paraId="25D98680" w14:textId="77777777" w:rsidR="00316F3D" w:rsidRPr="00B26F82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26F82">
              <w:rPr>
                <w:rFonts w:ascii="Poppins" w:hAnsi="Poppins" w:cs="Poppins"/>
              </w:rPr>
              <w:t>Filettatura: G (UNI EN ISO 228-1)</w:t>
            </w:r>
          </w:p>
          <w:p w14:paraId="2509ADA6" w14:textId="77777777" w:rsidR="00316F3D" w:rsidRPr="00B26F82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4CAFDAAE" w14:textId="70FB9077" w:rsidR="00316F3D" w:rsidRPr="00B26F82" w:rsidRDefault="00316F3D" w:rsidP="00316F3D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B26F82">
              <w:rPr>
                <w:rFonts w:ascii="Poppins" w:hAnsi="Poppins" w:cs="Poppins"/>
                <w:b/>
                <w:bCs/>
              </w:rPr>
              <w:t>Marca Emmeti</w:t>
            </w:r>
            <w:r w:rsidR="001E0FBC">
              <w:rPr>
                <w:rFonts w:ascii="Poppins" w:hAnsi="Poppins" w:cs="Poppins"/>
                <w:b/>
                <w:bCs/>
              </w:rPr>
              <w:t xml:space="preserve"> - </w:t>
            </w:r>
            <w:r w:rsidRPr="00B26F82">
              <w:rPr>
                <w:rFonts w:ascii="Poppins" w:hAnsi="Poppins" w:cs="Poppins"/>
                <w:b/>
                <w:bCs/>
              </w:rPr>
              <w:t>Modello Pozzetto per termometro Ø 10 L=302 mm o equivalente.</w:t>
            </w:r>
          </w:p>
        </w:tc>
      </w:tr>
      <w:tr w:rsidR="00316F3D" w14:paraId="14365D17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6F020" w14:textId="11F3DE4D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07245450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F2271" w14:textId="77777777" w:rsidR="00316F3D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Valvola antigelo</w:t>
            </w:r>
          </w:p>
          <w:p w14:paraId="4024B23A" w14:textId="77777777" w:rsidR="00316F3D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1” M-M</w:t>
            </w:r>
          </w:p>
          <w:p w14:paraId="0636D0D3" w14:textId="52F0893C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per pompe di calore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F2A6" w14:textId="2A2CDDC3" w:rsidR="00316F3D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Valvola antigelo 1” M-M.</w:t>
            </w:r>
          </w:p>
          <w:p w14:paraId="66189934" w14:textId="67D04CE8" w:rsidR="00316F3D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Prevedere n. 1 valvola sulla tubazione di mandata e n. 1 valvola sulla tubazione di ritorno, da installare nel punto più basso di ciascuna tubazione, vicina alla pompa di calore.</w:t>
            </w:r>
          </w:p>
          <w:p w14:paraId="0635C4B1" w14:textId="77777777" w:rsidR="00316F3D" w:rsidRPr="001A3C93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7FF5CFEB" w14:textId="63E331C3" w:rsidR="00316F3D" w:rsidRPr="001A3C93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  <w:b/>
              </w:rPr>
              <w:t xml:space="preserve">Marca </w:t>
            </w:r>
            <w:r>
              <w:rPr>
                <w:rFonts w:ascii="Poppins" w:hAnsi="Poppins" w:cs="Poppins"/>
                <w:b/>
              </w:rPr>
              <w:t>Emmeti</w:t>
            </w:r>
            <w:r w:rsidR="001E0FBC">
              <w:rPr>
                <w:rFonts w:ascii="Poppins" w:hAnsi="Poppins" w:cs="Poppins"/>
                <w:b/>
              </w:rPr>
              <w:t xml:space="preserve"> - </w:t>
            </w:r>
            <w:r w:rsidRPr="001A3C93">
              <w:rPr>
                <w:rFonts w:ascii="Poppins" w:hAnsi="Poppins" w:cs="Poppins"/>
                <w:b/>
              </w:rPr>
              <w:t xml:space="preserve">Modello </w:t>
            </w:r>
            <w:r w:rsidRPr="00405695">
              <w:rPr>
                <w:rFonts w:ascii="Poppins" w:hAnsi="Poppins" w:cs="Poppins"/>
                <w:b/>
              </w:rPr>
              <w:t>Valvola antigelo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405695">
              <w:rPr>
                <w:rFonts w:ascii="Poppins" w:hAnsi="Poppins" w:cs="Poppins"/>
                <w:b/>
              </w:rPr>
              <w:t>1” M-M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405695">
              <w:rPr>
                <w:rFonts w:ascii="Poppins" w:hAnsi="Poppins" w:cs="Poppins"/>
                <w:b/>
              </w:rPr>
              <w:t>per pompe di calore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1A3C93">
              <w:rPr>
                <w:rFonts w:ascii="Poppins" w:hAnsi="Poppins" w:cs="Poppins"/>
                <w:b/>
              </w:rPr>
              <w:t>o equivalente</w:t>
            </w:r>
            <w:r>
              <w:rPr>
                <w:rFonts w:ascii="Poppins" w:hAnsi="Poppins" w:cs="Poppins"/>
                <w:b/>
              </w:rPr>
              <w:t>.</w:t>
            </w:r>
          </w:p>
        </w:tc>
      </w:tr>
      <w:tr w:rsidR="00316F3D" w14:paraId="651CF006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EEEC" w14:textId="3C35FD9F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07245460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88F11" w14:textId="77777777" w:rsidR="00316F3D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Valvola antigelo</w:t>
            </w:r>
          </w:p>
          <w:p w14:paraId="60055D95" w14:textId="51B75902" w:rsidR="00316F3D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1” F dado girevole-1” M</w:t>
            </w:r>
          </w:p>
          <w:p w14:paraId="6B6AD2CF" w14:textId="48E4183C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per pompe di calore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A058" w14:textId="4175B315" w:rsidR="00316F3D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Valvola antigelo </w:t>
            </w:r>
            <w:r w:rsidRPr="00520DB5">
              <w:rPr>
                <w:rFonts w:ascii="Poppins" w:hAnsi="Poppins" w:cs="Poppins"/>
              </w:rPr>
              <w:t>1” F dado girevole-1” M</w:t>
            </w:r>
            <w:r>
              <w:rPr>
                <w:rFonts w:ascii="Poppins" w:hAnsi="Poppins" w:cs="Poppins"/>
              </w:rPr>
              <w:t>.</w:t>
            </w:r>
          </w:p>
          <w:p w14:paraId="3B4E350C" w14:textId="77777777" w:rsidR="00316F3D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Prevedere n. 1 valvola sulla tubazione di mandata e n. 1 valvola sulla tubazione di ritorno, da installare nel punto più basso di ciascuna tubazione, vicina alla pompa di calore.</w:t>
            </w:r>
          </w:p>
          <w:p w14:paraId="4255E88C" w14:textId="77777777" w:rsidR="00316F3D" w:rsidRPr="001A3C93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7C2651CC" w14:textId="720B4C77" w:rsidR="00316F3D" w:rsidRPr="001A3C93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  <w:b/>
              </w:rPr>
              <w:lastRenderedPageBreak/>
              <w:t xml:space="preserve">Marca </w:t>
            </w:r>
            <w:r>
              <w:rPr>
                <w:rFonts w:ascii="Poppins" w:hAnsi="Poppins" w:cs="Poppins"/>
                <w:b/>
              </w:rPr>
              <w:t>Emmeti</w:t>
            </w:r>
            <w:r w:rsidR="001E0FBC">
              <w:rPr>
                <w:rFonts w:ascii="Poppins" w:hAnsi="Poppins" w:cs="Poppins"/>
                <w:b/>
              </w:rPr>
              <w:t xml:space="preserve"> - </w:t>
            </w:r>
            <w:r w:rsidRPr="001A3C93">
              <w:rPr>
                <w:rFonts w:ascii="Poppins" w:hAnsi="Poppins" w:cs="Poppins"/>
                <w:b/>
              </w:rPr>
              <w:t xml:space="preserve">Modello </w:t>
            </w:r>
            <w:r w:rsidRPr="00405695">
              <w:rPr>
                <w:rFonts w:ascii="Poppins" w:hAnsi="Poppins" w:cs="Poppins"/>
                <w:b/>
              </w:rPr>
              <w:t>Valvola antigelo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520DB5">
              <w:rPr>
                <w:rFonts w:ascii="Poppins" w:hAnsi="Poppins" w:cs="Poppins"/>
                <w:b/>
              </w:rPr>
              <w:t>1” F dado girevole-1” M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405695">
              <w:rPr>
                <w:rFonts w:ascii="Poppins" w:hAnsi="Poppins" w:cs="Poppins"/>
                <w:b/>
              </w:rPr>
              <w:t>per pompe di calore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1A3C93">
              <w:rPr>
                <w:rFonts w:ascii="Poppins" w:hAnsi="Poppins" w:cs="Poppins"/>
                <w:b/>
              </w:rPr>
              <w:t>o equivalente</w:t>
            </w:r>
            <w:r>
              <w:rPr>
                <w:rFonts w:ascii="Poppins" w:hAnsi="Poppins" w:cs="Poppins"/>
                <w:b/>
              </w:rPr>
              <w:t>.</w:t>
            </w:r>
          </w:p>
        </w:tc>
      </w:tr>
      <w:tr w:rsidR="00316F3D" w14:paraId="7C3576D9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100B0" w14:textId="431C3623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>07245470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64E16" w14:textId="77777777" w:rsidR="00316F3D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Valvola antigelo</w:t>
            </w:r>
          </w:p>
          <w:p w14:paraId="73DE79BB" w14:textId="142039A1" w:rsidR="00316F3D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1”1/4 M-M</w:t>
            </w:r>
          </w:p>
          <w:p w14:paraId="76F4556C" w14:textId="38F0EFAC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per pompe di calore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7354" w14:textId="76399B7E" w:rsidR="00316F3D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Valvola antigelo 1”1/4 M-M.</w:t>
            </w:r>
          </w:p>
          <w:p w14:paraId="1A8008D4" w14:textId="77777777" w:rsidR="00316F3D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Prevedere n. 1 valvola sulla tubazione di mandata e n. 1 valvola sulla tubazione di ritorno, da installare nel punto più basso di ciascuna tubazione, vicina alla pompa di calore.</w:t>
            </w:r>
          </w:p>
          <w:p w14:paraId="3CDF600B" w14:textId="77777777" w:rsidR="00316F3D" w:rsidRPr="001A3C93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67E093F" w14:textId="1A65F510" w:rsidR="00316F3D" w:rsidRPr="001A3C93" w:rsidRDefault="00316F3D" w:rsidP="00316F3D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  <w:b/>
              </w:rPr>
              <w:t xml:space="preserve">Marca </w:t>
            </w:r>
            <w:r>
              <w:rPr>
                <w:rFonts w:ascii="Poppins" w:hAnsi="Poppins" w:cs="Poppins"/>
                <w:b/>
              </w:rPr>
              <w:t>Emmeti</w:t>
            </w:r>
            <w:r w:rsidR="001E0FBC">
              <w:rPr>
                <w:rFonts w:ascii="Poppins" w:hAnsi="Poppins" w:cs="Poppins"/>
                <w:b/>
              </w:rPr>
              <w:t xml:space="preserve"> - </w:t>
            </w:r>
            <w:r w:rsidRPr="001A3C93">
              <w:rPr>
                <w:rFonts w:ascii="Poppins" w:hAnsi="Poppins" w:cs="Poppins"/>
                <w:b/>
              </w:rPr>
              <w:t xml:space="preserve">Modello </w:t>
            </w:r>
            <w:r w:rsidRPr="00405695">
              <w:rPr>
                <w:rFonts w:ascii="Poppins" w:hAnsi="Poppins" w:cs="Poppins"/>
                <w:b/>
              </w:rPr>
              <w:t>Valvola antigelo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405695">
              <w:rPr>
                <w:rFonts w:ascii="Poppins" w:hAnsi="Poppins" w:cs="Poppins"/>
                <w:b/>
              </w:rPr>
              <w:t>1”</w:t>
            </w:r>
            <w:r>
              <w:rPr>
                <w:rFonts w:ascii="Poppins" w:hAnsi="Poppins" w:cs="Poppins"/>
                <w:b/>
              </w:rPr>
              <w:t>1/4</w:t>
            </w:r>
            <w:r w:rsidRPr="00405695">
              <w:rPr>
                <w:rFonts w:ascii="Poppins" w:hAnsi="Poppins" w:cs="Poppins"/>
                <w:b/>
              </w:rPr>
              <w:t xml:space="preserve"> M-M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405695">
              <w:rPr>
                <w:rFonts w:ascii="Poppins" w:hAnsi="Poppins" w:cs="Poppins"/>
                <w:b/>
              </w:rPr>
              <w:t>per pompe di calore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1A3C93">
              <w:rPr>
                <w:rFonts w:ascii="Poppins" w:hAnsi="Poppins" w:cs="Poppins"/>
                <w:b/>
              </w:rPr>
              <w:t>o equivalente</w:t>
            </w:r>
            <w:r>
              <w:rPr>
                <w:rFonts w:ascii="Poppins" w:hAnsi="Poppins" w:cs="Poppins"/>
                <w:b/>
              </w:rPr>
              <w:t>.</w:t>
            </w:r>
          </w:p>
        </w:tc>
      </w:tr>
      <w:tr w:rsidR="00316F3D" w14:paraId="5F61727B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76" w14:textId="77777777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07245370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77" w14:textId="4EA8F729" w:rsidR="00316F3D" w:rsidRPr="001A3C93" w:rsidRDefault="00450DB8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450DB8">
              <w:rPr>
                <w:rFonts w:ascii="Poppins" w:hAnsi="Poppins" w:cs="Poppins"/>
              </w:rPr>
              <w:t>Kit vaso di espansione 8 litri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1A9B1" w14:textId="77777777" w:rsidR="00975819" w:rsidRPr="00975819" w:rsidRDefault="00975819" w:rsidP="00975819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975819">
              <w:rPr>
                <w:rFonts w:ascii="Poppins" w:hAnsi="Poppins" w:cs="Poppins"/>
              </w:rPr>
              <w:t>Kit vaso di espansione da 8 litri per collegamento a collettore di</w:t>
            </w:r>
          </w:p>
          <w:p w14:paraId="0907A453" w14:textId="77777777" w:rsidR="00975819" w:rsidRPr="00975819" w:rsidRDefault="00975819" w:rsidP="00975819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975819">
              <w:rPr>
                <w:rFonts w:ascii="Poppins" w:hAnsi="Poppins" w:cs="Poppins"/>
              </w:rPr>
              <w:t xml:space="preserve">distribuzione </w:t>
            </w:r>
            <w:proofErr w:type="spellStart"/>
            <w:r w:rsidRPr="00975819">
              <w:rPr>
                <w:rFonts w:ascii="Poppins" w:hAnsi="Poppins" w:cs="Poppins"/>
              </w:rPr>
              <w:t>Topway</w:t>
            </w:r>
            <w:proofErr w:type="spellEnd"/>
            <w:r w:rsidRPr="00975819">
              <w:rPr>
                <w:rFonts w:ascii="Poppins" w:hAnsi="Poppins" w:cs="Poppins"/>
              </w:rPr>
              <w:t xml:space="preserve"> in cassetta </w:t>
            </w:r>
            <w:proofErr w:type="spellStart"/>
            <w:r w:rsidRPr="00975819">
              <w:rPr>
                <w:rFonts w:ascii="Poppins" w:hAnsi="Poppins" w:cs="Poppins"/>
              </w:rPr>
              <w:t>Metalbox</w:t>
            </w:r>
            <w:proofErr w:type="spellEnd"/>
            <w:r w:rsidRPr="00975819">
              <w:rPr>
                <w:rFonts w:ascii="Poppins" w:hAnsi="Poppins" w:cs="Poppins"/>
              </w:rPr>
              <w:t>.</w:t>
            </w:r>
          </w:p>
          <w:p w14:paraId="0537C066" w14:textId="77777777" w:rsidR="00975819" w:rsidRPr="00975819" w:rsidRDefault="00975819" w:rsidP="00975819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46DCBE07" w14:textId="77777777" w:rsidR="00975819" w:rsidRPr="00975819" w:rsidRDefault="00975819" w:rsidP="00975819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975819">
              <w:rPr>
                <w:rFonts w:ascii="Poppins" w:hAnsi="Poppins" w:cs="Poppins"/>
              </w:rPr>
              <w:t>Completo di:</w:t>
            </w:r>
          </w:p>
          <w:p w14:paraId="1D72FC7E" w14:textId="4B54809D" w:rsidR="00975819" w:rsidRPr="00975819" w:rsidRDefault="00975819" w:rsidP="00975819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975819">
              <w:rPr>
                <w:rFonts w:ascii="Poppins" w:hAnsi="Poppins" w:cs="Poppins"/>
              </w:rPr>
              <w:t>Vaso di espansione da 8 litri</w:t>
            </w:r>
          </w:p>
          <w:p w14:paraId="5F4D4177" w14:textId="03D6E047" w:rsidR="00975819" w:rsidRPr="00975819" w:rsidRDefault="00975819" w:rsidP="00975819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975819">
              <w:rPr>
                <w:rFonts w:ascii="Poppins" w:hAnsi="Poppins" w:cs="Poppins"/>
              </w:rPr>
              <w:t>Supporto in lamiera per installazione in cassetta</w:t>
            </w:r>
          </w:p>
          <w:p w14:paraId="31D56E50" w14:textId="6566C414" w:rsidR="00975819" w:rsidRPr="00975819" w:rsidRDefault="00975819" w:rsidP="00975819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975819">
              <w:rPr>
                <w:rFonts w:ascii="Poppins" w:hAnsi="Poppins" w:cs="Poppins"/>
              </w:rPr>
              <w:t>Tubo in rame Ø 18x1</w:t>
            </w:r>
          </w:p>
          <w:p w14:paraId="63F5C51B" w14:textId="327D2DA0" w:rsidR="00975819" w:rsidRPr="00975819" w:rsidRDefault="00975819" w:rsidP="00975819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975819">
              <w:rPr>
                <w:rFonts w:ascii="Poppins" w:hAnsi="Poppins" w:cs="Poppins"/>
              </w:rPr>
              <w:t>Tenuta monoblocco per tubo in rame Ø 18x1</w:t>
            </w:r>
          </w:p>
          <w:p w14:paraId="6697990A" w14:textId="013A8344" w:rsidR="00975819" w:rsidRPr="00975819" w:rsidRDefault="00975819" w:rsidP="00975819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975819">
              <w:rPr>
                <w:rFonts w:ascii="Poppins" w:hAnsi="Poppins" w:cs="Poppins"/>
              </w:rPr>
              <w:t xml:space="preserve">Codolo 1/2" </w:t>
            </w:r>
            <w:r>
              <w:rPr>
                <w:rFonts w:ascii="Poppins" w:hAnsi="Poppins" w:cs="Poppins"/>
              </w:rPr>
              <w:t>-</w:t>
            </w:r>
            <w:r w:rsidRPr="00975819">
              <w:rPr>
                <w:rFonts w:ascii="Poppins" w:hAnsi="Poppins" w:cs="Poppins"/>
              </w:rPr>
              <w:t xml:space="preserve"> 24x19 con o-ring</w:t>
            </w:r>
          </w:p>
          <w:p w14:paraId="60D6F49D" w14:textId="0E354AA0" w:rsidR="00975819" w:rsidRPr="00975819" w:rsidRDefault="00975819" w:rsidP="00975819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975819">
              <w:rPr>
                <w:rFonts w:ascii="Poppins" w:hAnsi="Poppins" w:cs="Poppins"/>
              </w:rPr>
              <w:t>Guarnizione 3/8"</w:t>
            </w:r>
          </w:p>
          <w:p w14:paraId="31731F06" w14:textId="77777777" w:rsidR="00975819" w:rsidRPr="00975819" w:rsidRDefault="00975819" w:rsidP="00975819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F61727A" w14:textId="401E1913" w:rsidR="00316F3D" w:rsidRPr="00975819" w:rsidRDefault="00975819" w:rsidP="00975819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975819">
              <w:rPr>
                <w:rFonts w:ascii="Poppins" w:hAnsi="Poppins" w:cs="Poppins"/>
                <w:b/>
                <w:bCs/>
              </w:rPr>
              <w:t xml:space="preserve">Marca Emmeti </w:t>
            </w:r>
            <w:r>
              <w:rPr>
                <w:rFonts w:ascii="Poppins" w:hAnsi="Poppins" w:cs="Poppins"/>
                <w:b/>
                <w:bCs/>
              </w:rPr>
              <w:t>-</w:t>
            </w:r>
            <w:r w:rsidRPr="00975819">
              <w:rPr>
                <w:rFonts w:ascii="Poppins" w:hAnsi="Poppins" w:cs="Poppins"/>
                <w:b/>
                <w:bCs/>
              </w:rPr>
              <w:t xml:space="preserve"> Modello Kit vaso di espansione 8 litri o equivalente.</w:t>
            </w:r>
          </w:p>
        </w:tc>
      </w:tr>
      <w:tr w:rsidR="00316F3D" w14:paraId="5F617281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7C" w14:textId="77777777" w:rsidR="00316F3D" w:rsidRPr="001A3C93" w:rsidRDefault="00316F3D" w:rsidP="00316F3D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07245380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95057" w14:textId="1D0BA1D8" w:rsidR="00F96D9B" w:rsidRDefault="00CD12AF" w:rsidP="00F96D9B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D12AF">
              <w:rPr>
                <w:rFonts w:ascii="Poppins" w:hAnsi="Poppins" w:cs="Poppins"/>
              </w:rPr>
              <w:t>Kit vaso di espansione 10 litri</w:t>
            </w:r>
          </w:p>
          <w:p w14:paraId="5F61727D" w14:textId="31A4464A" w:rsidR="00F96D9B" w:rsidRPr="00F96D9B" w:rsidRDefault="00F96D9B" w:rsidP="00F96D9B"/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F4A8" w14:textId="77777777" w:rsidR="00F96D9B" w:rsidRPr="00F96D9B" w:rsidRDefault="00F96D9B" w:rsidP="00F96D9B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F96D9B">
              <w:rPr>
                <w:rFonts w:ascii="Poppins" w:hAnsi="Poppins" w:cs="Poppins"/>
              </w:rPr>
              <w:t>Kit vaso di espansione da 10 litri per collegamento a collettore di</w:t>
            </w:r>
          </w:p>
          <w:p w14:paraId="2EA7B331" w14:textId="77777777" w:rsidR="00F96D9B" w:rsidRPr="00F96D9B" w:rsidRDefault="00F96D9B" w:rsidP="00F96D9B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F96D9B">
              <w:rPr>
                <w:rFonts w:ascii="Poppins" w:hAnsi="Poppins" w:cs="Poppins"/>
              </w:rPr>
              <w:t xml:space="preserve">distribuzione </w:t>
            </w:r>
            <w:proofErr w:type="spellStart"/>
            <w:r w:rsidRPr="00F96D9B">
              <w:rPr>
                <w:rFonts w:ascii="Poppins" w:hAnsi="Poppins" w:cs="Poppins"/>
              </w:rPr>
              <w:t>Topway</w:t>
            </w:r>
            <w:proofErr w:type="spellEnd"/>
            <w:r w:rsidRPr="00F96D9B">
              <w:rPr>
                <w:rFonts w:ascii="Poppins" w:hAnsi="Poppins" w:cs="Poppins"/>
              </w:rPr>
              <w:t xml:space="preserve"> in cassetta </w:t>
            </w:r>
            <w:proofErr w:type="spellStart"/>
            <w:r w:rsidRPr="00F96D9B">
              <w:rPr>
                <w:rFonts w:ascii="Poppins" w:hAnsi="Poppins" w:cs="Poppins"/>
              </w:rPr>
              <w:t>Metalbox</w:t>
            </w:r>
            <w:proofErr w:type="spellEnd"/>
            <w:r w:rsidRPr="00F96D9B">
              <w:rPr>
                <w:rFonts w:ascii="Poppins" w:hAnsi="Poppins" w:cs="Poppins"/>
              </w:rPr>
              <w:t>.</w:t>
            </w:r>
          </w:p>
          <w:p w14:paraId="72921BCA" w14:textId="77777777" w:rsidR="00F96D9B" w:rsidRPr="00F96D9B" w:rsidRDefault="00F96D9B" w:rsidP="00F96D9B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6A410F0A" w14:textId="77777777" w:rsidR="00F96D9B" w:rsidRPr="00F96D9B" w:rsidRDefault="00F96D9B" w:rsidP="00F96D9B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F96D9B">
              <w:rPr>
                <w:rFonts w:ascii="Poppins" w:hAnsi="Poppins" w:cs="Poppins"/>
              </w:rPr>
              <w:t>Completo di:</w:t>
            </w:r>
          </w:p>
          <w:p w14:paraId="5CEAD9CF" w14:textId="554227E3" w:rsidR="00F96D9B" w:rsidRPr="00F96D9B" w:rsidRDefault="00F96D9B" w:rsidP="00F96D9B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F96D9B">
              <w:rPr>
                <w:rFonts w:ascii="Poppins" w:hAnsi="Poppins" w:cs="Poppins"/>
              </w:rPr>
              <w:t>Vaso di espansione da 10 litri</w:t>
            </w:r>
          </w:p>
          <w:p w14:paraId="38B2B89C" w14:textId="6601154A" w:rsidR="00F96D9B" w:rsidRPr="00F96D9B" w:rsidRDefault="00F96D9B" w:rsidP="00F96D9B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F96D9B">
              <w:rPr>
                <w:rFonts w:ascii="Poppins" w:hAnsi="Poppins" w:cs="Poppins"/>
              </w:rPr>
              <w:t>Supporto in lamiera per installazione in cassetta</w:t>
            </w:r>
          </w:p>
          <w:p w14:paraId="3B610D6B" w14:textId="529AB251" w:rsidR="00F96D9B" w:rsidRPr="00F96D9B" w:rsidRDefault="00F96D9B" w:rsidP="00F96D9B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F96D9B">
              <w:rPr>
                <w:rFonts w:ascii="Poppins" w:hAnsi="Poppins" w:cs="Poppins"/>
              </w:rPr>
              <w:t>Tubo in rame Ø 18x1</w:t>
            </w:r>
          </w:p>
          <w:p w14:paraId="154C860F" w14:textId="13B79FA0" w:rsidR="00F96D9B" w:rsidRPr="00F96D9B" w:rsidRDefault="00F96D9B" w:rsidP="00F96D9B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F96D9B">
              <w:rPr>
                <w:rFonts w:ascii="Poppins" w:hAnsi="Poppins" w:cs="Poppins"/>
              </w:rPr>
              <w:t>Tenuta monoblocco per tubo in rame Ø 18x1</w:t>
            </w:r>
          </w:p>
          <w:p w14:paraId="33BFAC2A" w14:textId="3A4196B1" w:rsidR="00F96D9B" w:rsidRPr="00F96D9B" w:rsidRDefault="00F96D9B" w:rsidP="00F96D9B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F96D9B">
              <w:rPr>
                <w:rFonts w:ascii="Poppins" w:hAnsi="Poppins" w:cs="Poppins"/>
              </w:rPr>
              <w:t xml:space="preserve">Codolo 1/2" </w:t>
            </w:r>
            <w:r>
              <w:rPr>
                <w:rFonts w:ascii="Poppins" w:hAnsi="Poppins" w:cs="Poppins"/>
              </w:rPr>
              <w:t>-</w:t>
            </w:r>
            <w:r w:rsidRPr="00F96D9B">
              <w:rPr>
                <w:rFonts w:ascii="Poppins" w:hAnsi="Poppins" w:cs="Poppins"/>
              </w:rPr>
              <w:t xml:space="preserve"> 24x19 con o-ring</w:t>
            </w:r>
          </w:p>
          <w:p w14:paraId="5B3CA25F" w14:textId="1731E46B" w:rsidR="00F96D9B" w:rsidRPr="00F96D9B" w:rsidRDefault="00F96D9B" w:rsidP="00F96D9B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F96D9B">
              <w:rPr>
                <w:rFonts w:ascii="Poppins" w:hAnsi="Poppins" w:cs="Poppins"/>
              </w:rPr>
              <w:t>Guarnizione 3/8"</w:t>
            </w:r>
          </w:p>
          <w:p w14:paraId="5614453D" w14:textId="77777777" w:rsidR="00F96D9B" w:rsidRDefault="00F96D9B" w:rsidP="00F96D9B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</w:p>
          <w:p w14:paraId="5F617280" w14:textId="6D22961D" w:rsidR="00316F3D" w:rsidRPr="00F96D9B" w:rsidRDefault="00F96D9B" w:rsidP="00F96D9B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F96D9B">
              <w:rPr>
                <w:rFonts w:ascii="Poppins" w:hAnsi="Poppins" w:cs="Poppins"/>
                <w:b/>
                <w:bCs/>
              </w:rPr>
              <w:t xml:space="preserve">Marca Emmeti </w:t>
            </w:r>
            <w:r>
              <w:rPr>
                <w:rFonts w:ascii="Poppins" w:hAnsi="Poppins" w:cs="Poppins"/>
                <w:b/>
                <w:bCs/>
              </w:rPr>
              <w:t>-</w:t>
            </w:r>
            <w:r w:rsidRPr="00F96D9B">
              <w:rPr>
                <w:rFonts w:ascii="Poppins" w:hAnsi="Poppins" w:cs="Poppins"/>
                <w:b/>
                <w:bCs/>
              </w:rPr>
              <w:t xml:space="preserve"> Modello Kit vaso di espansione 10 litri o equivalente.</w:t>
            </w:r>
          </w:p>
        </w:tc>
      </w:tr>
    </w:tbl>
    <w:p w14:paraId="5F6172AE" w14:textId="77777777" w:rsidR="004F5A7B" w:rsidRPr="00A06A5E" w:rsidRDefault="004F5A7B" w:rsidP="00A06A5E"/>
    <w:sectPr w:rsidR="004F5A7B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9A962" w14:textId="77777777" w:rsidR="00826441" w:rsidRDefault="00826441">
      <w:r>
        <w:separator/>
      </w:r>
    </w:p>
  </w:endnote>
  <w:endnote w:type="continuationSeparator" w:id="0">
    <w:p w14:paraId="33B5F560" w14:textId="77777777" w:rsidR="00826441" w:rsidRDefault="00826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altName w:val="Candara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CE7C2F" w14:paraId="5F6172BA" w14:textId="77777777" w:rsidTr="00BB01E0">
      <w:tc>
        <w:tcPr>
          <w:tcW w:w="4792" w:type="dxa"/>
        </w:tcPr>
        <w:p w14:paraId="5F6172B8" w14:textId="367D5550" w:rsidR="00C86331" w:rsidRPr="00C86331" w:rsidRDefault="00CE7C2F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3A7EA6">
            <w:rPr>
              <w:rFonts w:ascii="Poppins" w:hAnsi="Poppins" w:cs="Poppins"/>
              <w:iCs/>
              <w:noProof/>
              <w:sz w:val="16"/>
            </w:rPr>
            <w:t>Accessori</w:t>
          </w:r>
          <w:r w:rsidR="00BA4BC4">
            <w:rPr>
              <w:rFonts w:ascii="Poppins" w:hAnsi="Poppins" w:cs="Poppins"/>
              <w:iCs/>
              <w:noProof/>
              <w:sz w:val="16"/>
            </w:rPr>
            <w:t xml:space="preserve"> idraulici </w:t>
          </w:r>
          <w:r w:rsidR="003A7EA6">
            <w:rPr>
              <w:rFonts w:ascii="Poppins" w:hAnsi="Poppins" w:cs="Poppins"/>
              <w:iCs/>
              <w:noProof/>
              <w:sz w:val="16"/>
            </w:rPr>
            <w:t>Mirai SMI 4.0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471" w:type="dxa"/>
        </w:tcPr>
        <w:p w14:paraId="5F6172B9" w14:textId="099C3F0F" w:rsidR="00CE7C2F" w:rsidRPr="00EC29FF" w:rsidRDefault="00CE7C2F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9E2742"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D45AC2">
            <w:rPr>
              <w:rFonts w:ascii="Poppins" w:hAnsi="Poppins" w:cs="Poppins"/>
              <w:noProof/>
              <w:sz w:val="14"/>
              <w:szCs w:val="14"/>
            </w:rPr>
            <w:t>7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5F6172BB" w14:textId="77777777" w:rsidR="00CE7C2F" w:rsidRPr="005C61B9" w:rsidRDefault="00942B09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5F6172BE" wp14:editId="5F6172BF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A643F" w14:textId="77777777" w:rsidR="00826441" w:rsidRDefault="00826441">
      <w:r>
        <w:separator/>
      </w:r>
    </w:p>
  </w:footnote>
  <w:footnote w:type="continuationSeparator" w:id="0">
    <w:p w14:paraId="33430193" w14:textId="77777777" w:rsidR="00826441" w:rsidRDefault="008264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172B3" w14:textId="77777777" w:rsidR="009E250A" w:rsidRPr="00D17F30" w:rsidRDefault="00CC31A7" w:rsidP="00CC31A7">
    <w:pPr>
      <w:pStyle w:val="Intestazione"/>
      <w:jc w:val="center"/>
      <w:rPr>
        <w:rFonts w:ascii="Poppins" w:hAnsi="Poppins" w:cs="Poppins"/>
        <w:i/>
        <w:iCs/>
        <w:sz w:val="28"/>
        <w:szCs w:val="28"/>
      </w:rPr>
    </w:pPr>
    <w:r>
      <w:rPr>
        <w:noProof/>
        <w:sz w:val="20"/>
      </w:rPr>
      <w:drawing>
        <wp:inline distT="0" distB="0" distL="0" distR="0" wp14:anchorId="5F6172BC" wp14:editId="5F6172BD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17F30">
      <w:rPr>
        <w:sz w:val="20"/>
      </w:rPr>
      <w:t xml:space="preserve">                                                                                  </w:t>
    </w:r>
  </w:p>
  <w:p w14:paraId="5F6172B4" w14:textId="77777777" w:rsidR="00D440AE" w:rsidRDefault="00D440AE" w:rsidP="00CC31A7">
    <w:pPr>
      <w:pStyle w:val="Intestazione"/>
      <w:jc w:val="center"/>
      <w:rPr>
        <w:sz w:val="16"/>
        <w:szCs w:val="16"/>
      </w:rPr>
    </w:pPr>
  </w:p>
  <w:p w14:paraId="5F6172B6" w14:textId="77777777" w:rsidR="00D440AE" w:rsidRPr="00D440AE" w:rsidRDefault="00D440AE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27D57"/>
    <w:multiLevelType w:val="hybridMultilevel"/>
    <w:tmpl w:val="808E3884"/>
    <w:lvl w:ilvl="0" w:tplc="ABA20E1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33E5C"/>
    <w:multiLevelType w:val="hybridMultilevel"/>
    <w:tmpl w:val="FDD09B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16A1F"/>
    <w:multiLevelType w:val="hybridMultilevel"/>
    <w:tmpl w:val="B98EE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28F7C8">
      <w:numFmt w:val="bullet"/>
      <w:lvlText w:val="•"/>
      <w:lvlJc w:val="left"/>
      <w:pPr>
        <w:ind w:left="1440" w:hanging="360"/>
      </w:pPr>
      <w:rPr>
        <w:rFonts w:ascii="Univers 47 Condensed Light" w:eastAsia="Times New Roman" w:hAnsi="Univers 47 Condensed Light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8B171A"/>
    <w:multiLevelType w:val="hybridMultilevel"/>
    <w:tmpl w:val="F8D8047E"/>
    <w:lvl w:ilvl="0" w:tplc="49442508">
      <w:numFmt w:val="bullet"/>
      <w:lvlText w:val="-"/>
      <w:lvlJc w:val="left"/>
      <w:pPr>
        <w:ind w:left="108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BE74C5"/>
    <w:multiLevelType w:val="hybridMultilevel"/>
    <w:tmpl w:val="D8C6A40E"/>
    <w:lvl w:ilvl="0" w:tplc="ABA20E1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404DC2"/>
    <w:multiLevelType w:val="hybridMultilevel"/>
    <w:tmpl w:val="C3F048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4E0C64"/>
    <w:multiLevelType w:val="hybridMultilevel"/>
    <w:tmpl w:val="6B4810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DA3F55"/>
    <w:multiLevelType w:val="hybridMultilevel"/>
    <w:tmpl w:val="B7BAD3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3D73CF"/>
    <w:multiLevelType w:val="hybridMultilevel"/>
    <w:tmpl w:val="1362FF0E"/>
    <w:lvl w:ilvl="0" w:tplc="4944250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A24BCD"/>
    <w:multiLevelType w:val="hybridMultilevel"/>
    <w:tmpl w:val="99E699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AD631C"/>
    <w:multiLevelType w:val="hybridMultilevel"/>
    <w:tmpl w:val="052CA4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B67FE9"/>
    <w:multiLevelType w:val="hybridMultilevel"/>
    <w:tmpl w:val="9ED60CF4"/>
    <w:lvl w:ilvl="0" w:tplc="ABA20E1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BB7E69"/>
    <w:multiLevelType w:val="hybridMultilevel"/>
    <w:tmpl w:val="AFF865CC"/>
    <w:lvl w:ilvl="0" w:tplc="ABA20E1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562170">
    <w:abstractNumId w:val="8"/>
  </w:num>
  <w:num w:numId="2" w16cid:durableId="1362778085">
    <w:abstractNumId w:val="7"/>
  </w:num>
  <w:num w:numId="3" w16cid:durableId="335621893">
    <w:abstractNumId w:val="4"/>
  </w:num>
  <w:num w:numId="4" w16cid:durableId="172958773">
    <w:abstractNumId w:val="9"/>
  </w:num>
  <w:num w:numId="5" w16cid:durableId="170730039">
    <w:abstractNumId w:val="6"/>
  </w:num>
  <w:num w:numId="6" w16cid:durableId="2054305852">
    <w:abstractNumId w:val="2"/>
  </w:num>
  <w:num w:numId="7" w16cid:durableId="211354959">
    <w:abstractNumId w:val="10"/>
  </w:num>
  <w:num w:numId="8" w16cid:durableId="1304890728">
    <w:abstractNumId w:val="1"/>
  </w:num>
  <w:num w:numId="9" w16cid:durableId="1952515738">
    <w:abstractNumId w:val="11"/>
  </w:num>
  <w:num w:numId="10" w16cid:durableId="257830335">
    <w:abstractNumId w:val="3"/>
  </w:num>
  <w:num w:numId="11" w16cid:durableId="1233545772">
    <w:abstractNumId w:val="12"/>
  </w:num>
  <w:num w:numId="12" w16cid:durableId="217712479">
    <w:abstractNumId w:val="0"/>
  </w:num>
  <w:num w:numId="13" w16cid:durableId="1920862807">
    <w:abstractNumId w:val="13"/>
  </w:num>
  <w:num w:numId="14" w16cid:durableId="1964460434">
    <w:abstractNumId w:val="5"/>
  </w:num>
  <w:num w:numId="15" w16cid:durableId="1999336471">
    <w:abstractNumId w:val="14"/>
  </w:num>
  <w:num w:numId="16" w16cid:durableId="2579071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15C45"/>
    <w:rsid w:val="000401E8"/>
    <w:rsid w:val="00043ADF"/>
    <w:rsid w:val="00050A34"/>
    <w:rsid w:val="000B379F"/>
    <w:rsid w:val="000B6932"/>
    <w:rsid w:val="000C3BFB"/>
    <w:rsid w:val="000C52FA"/>
    <w:rsid w:val="000F7A52"/>
    <w:rsid w:val="00103A0D"/>
    <w:rsid w:val="00133890"/>
    <w:rsid w:val="001441C6"/>
    <w:rsid w:val="001450AB"/>
    <w:rsid w:val="001620E3"/>
    <w:rsid w:val="00171DAE"/>
    <w:rsid w:val="00195A49"/>
    <w:rsid w:val="001A3C93"/>
    <w:rsid w:val="001B1AFC"/>
    <w:rsid w:val="001E0FBC"/>
    <w:rsid w:val="001F782F"/>
    <w:rsid w:val="00213F1E"/>
    <w:rsid w:val="0023000E"/>
    <w:rsid w:val="002346C2"/>
    <w:rsid w:val="00264BCF"/>
    <w:rsid w:val="0028448D"/>
    <w:rsid w:val="002862D2"/>
    <w:rsid w:val="002B5D63"/>
    <w:rsid w:val="002C1473"/>
    <w:rsid w:val="00316F3D"/>
    <w:rsid w:val="00324F58"/>
    <w:rsid w:val="003333BC"/>
    <w:rsid w:val="00344430"/>
    <w:rsid w:val="003524C7"/>
    <w:rsid w:val="00357812"/>
    <w:rsid w:val="00366131"/>
    <w:rsid w:val="003A7EA6"/>
    <w:rsid w:val="003D7E42"/>
    <w:rsid w:val="00405695"/>
    <w:rsid w:val="00433C12"/>
    <w:rsid w:val="00443403"/>
    <w:rsid w:val="0044592F"/>
    <w:rsid w:val="00450DB8"/>
    <w:rsid w:val="004706FD"/>
    <w:rsid w:val="00474537"/>
    <w:rsid w:val="0048382E"/>
    <w:rsid w:val="004F5A7B"/>
    <w:rsid w:val="004F7C28"/>
    <w:rsid w:val="00520DB5"/>
    <w:rsid w:val="00536743"/>
    <w:rsid w:val="005C61B9"/>
    <w:rsid w:val="00610639"/>
    <w:rsid w:val="006932DC"/>
    <w:rsid w:val="006B218C"/>
    <w:rsid w:val="006B29B1"/>
    <w:rsid w:val="006C21B2"/>
    <w:rsid w:val="006D044B"/>
    <w:rsid w:val="006D4FDF"/>
    <w:rsid w:val="006E5C4B"/>
    <w:rsid w:val="006F1812"/>
    <w:rsid w:val="006F6AB3"/>
    <w:rsid w:val="00710BB8"/>
    <w:rsid w:val="00727388"/>
    <w:rsid w:val="00745AB1"/>
    <w:rsid w:val="0074712F"/>
    <w:rsid w:val="00782096"/>
    <w:rsid w:val="007D5EC7"/>
    <w:rsid w:val="007E7665"/>
    <w:rsid w:val="00825418"/>
    <w:rsid w:val="00826441"/>
    <w:rsid w:val="00830828"/>
    <w:rsid w:val="00844BBC"/>
    <w:rsid w:val="00867692"/>
    <w:rsid w:val="008922C8"/>
    <w:rsid w:val="008A2C0A"/>
    <w:rsid w:val="008B5587"/>
    <w:rsid w:val="008C64C3"/>
    <w:rsid w:val="00923354"/>
    <w:rsid w:val="00931A8A"/>
    <w:rsid w:val="00942B09"/>
    <w:rsid w:val="00975819"/>
    <w:rsid w:val="0098598B"/>
    <w:rsid w:val="00992282"/>
    <w:rsid w:val="009A219D"/>
    <w:rsid w:val="009C1166"/>
    <w:rsid w:val="009E07DC"/>
    <w:rsid w:val="009E250A"/>
    <w:rsid w:val="009E2742"/>
    <w:rsid w:val="00A06A5E"/>
    <w:rsid w:val="00A21200"/>
    <w:rsid w:val="00A216E2"/>
    <w:rsid w:val="00A44864"/>
    <w:rsid w:val="00A62A77"/>
    <w:rsid w:val="00A743FF"/>
    <w:rsid w:val="00AC0741"/>
    <w:rsid w:val="00AD05EC"/>
    <w:rsid w:val="00AD1706"/>
    <w:rsid w:val="00AF148D"/>
    <w:rsid w:val="00B26F82"/>
    <w:rsid w:val="00B56315"/>
    <w:rsid w:val="00B61496"/>
    <w:rsid w:val="00B7475F"/>
    <w:rsid w:val="00B815EF"/>
    <w:rsid w:val="00B93CD1"/>
    <w:rsid w:val="00BA4BC4"/>
    <w:rsid w:val="00BB01E0"/>
    <w:rsid w:val="00BD14D8"/>
    <w:rsid w:val="00BF1E16"/>
    <w:rsid w:val="00C203AE"/>
    <w:rsid w:val="00C233C1"/>
    <w:rsid w:val="00C25698"/>
    <w:rsid w:val="00C27DFF"/>
    <w:rsid w:val="00C437EE"/>
    <w:rsid w:val="00C55FF9"/>
    <w:rsid w:val="00C86331"/>
    <w:rsid w:val="00C93402"/>
    <w:rsid w:val="00CA7309"/>
    <w:rsid w:val="00CB1475"/>
    <w:rsid w:val="00CB4AFA"/>
    <w:rsid w:val="00CC31A7"/>
    <w:rsid w:val="00CD0AD0"/>
    <w:rsid w:val="00CD12AF"/>
    <w:rsid w:val="00CE7C2F"/>
    <w:rsid w:val="00D061A5"/>
    <w:rsid w:val="00D17F30"/>
    <w:rsid w:val="00D440AE"/>
    <w:rsid w:val="00D45AC2"/>
    <w:rsid w:val="00D63F9E"/>
    <w:rsid w:val="00D73B31"/>
    <w:rsid w:val="00DA1D6B"/>
    <w:rsid w:val="00DC18B7"/>
    <w:rsid w:val="00DC5993"/>
    <w:rsid w:val="00DD2E16"/>
    <w:rsid w:val="00DE5C0B"/>
    <w:rsid w:val="00E07577"/>
    <w:rsid w:val="00E36C49"/>
    <w:rsid w:val="00E42389"/>
    <w:rsid w:val="00EA01C8"/>
    <w:rsid w:val="00EB33B9"/>
    <w:rsid w:val="00EC29FF"/>
    <w:rsid w:val="00EF4B34"/>
    <w:rsid w:val="00EF73E5"/>
    <w:rsid w:val="00F50F65"/>
    <w:rsid w:val="00F60A08"/>
    <w:rsid w:val="00F96D9B"/>
    <w:rsid w:val="00FA087A"/>
    <w:rsid w:val="00FA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F617225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14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4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D1B1B-D4CC-4E7C-9BE1-38D2F9B42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7</Pages>
  <Words>1965</Words>
  <Characters>9643</Characters>
  <Application>Microsoft Office Word</Application>
  <DocSecurity>0</DocSecurity>
  <Lines>80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11585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25</cp:revision>
  <cp:lastPrinted>2020-06-05T13:02:00Z</cp:lastPrinted>
  <dcterms:created xsi:type="dcterms:W3CDTF">2024-08-26T13:42:00Z</dcterms:created>
  <dcterms:modified xsi:type="dcterms:W3CDTF">2025-05-15T08:11:00Z</dcterms:modified>
</cp:coreProperties>
</file>